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0642CFA3" w:rsidR="0035531B" w:rsidRDefault="0035531B" w:rsidP="00EB46E5">
      <w:pPr>
        <w:pStyle w:val="Titul2"/>
      </w:pPr>
      <w:r w:rsidRPr="006F3778">
        <w:t>„</w:t>
      </w:r>
      <w:r w:rsidR="006F3778" w:rsidRPr="006F3778">
        <w:t>Rekonstrukce PZS přejezdu P7566 v km 72,988 trati Olomouc – Krnov</w:t>
      </w:r>
      <w:r w:rsidRPr="006F3778">
        <w:t>“</w:t>
      </w:r>
    </w:p>
    <w:p w14:paraId="152849FF" w14:textId="77777777" w:rsidR="00AD0C7B" w:rsidRPr="006C2343" w:rsidRDefault="00AD0C7B" w:rsidP="00EB46E5">
      <w:pPr>
        <w:pStyle w:val="Titul2"/>
      </w:pPr>
    </w:p>
    <w:p w14:paraId="45AB7781" w14:textId="65E6B30B" w:rsidR="00F46EA7" w:rsidRDefault="00F46EA7" w:rsidP="00F46EA7">
      <w:pPr>
        <w:pStyle w:val="Text1-1"/>
        <w:numPr>
          <w:ilvl w:val="0"/>
          <w:numId w:val="0"/>
        </w:numPr>
        <w:tabs>
          <w:tab w:val="left" w:pos="708"/>
        </w:tabs>
        <w:ind w:left="737" w:hanging="737"/>
      </w:pPr>
      <w:r>
        <w:t xml:space="preserve">Č.j. </w:t>
      </w:r>
      <w:r w:rsidR="006F3778" w:rsidRPr="006F3778">
        <w:t>13182/2023-SŽ-SSV-Ú3</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9A6FC" w14:textId="77777777" w:rsidR="006F3778" w:rsidRDefault="006F3778" w:rsidP="00FE4333">
      <w:pPr>
        <w:pStyle w:val="Nadpisbezsl1-1"/>
      </w:pPr>
    </w:p>
    <w:p w14:paraId="77FC917F" w14:textId="77777777" w:rsidR="006F3778" w:rsidRDefault="006F3778" w:rsidP="00FE4333">
      <w:pPr>
        <w:pStyle w:val="Nadpisbezsl1-1"/>
      </w:pPr>
    </w:p>
    <w:p w14:paraId="1258DB94" w14:textId="77777777" w:rsidR="006F3778" w:rsidRDefault="006F3778" w:rsidP="00FE4333">
      <w:pPr>
        <w:pStyle w:val="Nadpisbezsl1-1"/>
      </w:pPr>
    </w:p>
    <w:p w14:paraId="0DA00969" w14:textId="77777777" w:rsidR="006F3778" w:rsidRDefault="006F3778" w:rsidP="00FE4333">
      <w:pPr>
        <w:pStyle w:val="Nadpisbezsl1-1"/>
      </w:pPr>
    </w:p>
    <w:p w14:paraId="3DC9033A" w14:textId="77777777" w:rsidR="006F3778" w:rsidRDefault="006F3778" w:rsidP="00FE4333">
      <w:pPr>
        <w:pStyle w:val="Nadpisbezsl1-1"/>
      </w:pPr>
    </w:p>
    <w:p w14:paraId="4A920470" w14:textId="77777777" w:rsidR="006F3778" w:rsidRDefault="006F3778" w:rsidP="00FE4333">
      <w:pPr>
        <w:pStyle w:val="Nadpisbezsl1-1"/>
      </w:pPr>
    </w:p>
    <w:p w14:paraId="31D77BB7" w14:textId="77777777" w:rsidR="006F3778" w:rsidRDefault="006F3778" w:rsidP="00FE4333">
      <w:pPr>
        <w:pStyle w:val="Nadpisbezsl1-1"/>
      </w:pPr>
    </w:p>
    <w:p w14:paraId="6D657BC1" w14:textId="77777777" w:rsidR="006F3778" w:rsidRDefault="006F3778" w:rsidP="00FE4333">
      <w:pPr>
        <w:pStyle w:val="Nadpisbezsl1-1"/>
      </w:pPr>
    </w:p>
    <w:p w14:paraId="051B6C6D" w14:textId="32B1E330" w:rsidR="00BD7E91" w:rsidRDefault="00BD7E91" w:rsidP="00FE4333">
      <w:pPr>
        <w:pStyle w:val="Nadpisbezsl1-1"/>
      </w:pPr>
      <w:r>
        <w:t>Obsah</w:t>
      </w:r>
      <w:r w:rsidR="00887F36">
        <w:t xml:space="preserve"> </w:t>
      </w:r>
    </w:p>
    <w:p w14:paraId="54973BA5" w14:textId="4115A278" w:rsidR="00F00C6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7153708" w:history="1">
        <w:r w:rsidR="00F00C65" w:rsidRPr="00FD455F">
          <w:rPr>
            <w:rStyle w:val="Hypertextovodkaz"/>
          </w:rPr>
          <w:t>1.</w:t>
        </w:r>
        <w:r w:rsidR="00F00C65">
          <w:rPr>
            <w:rFonts w:eastAsiaTheme="minorEastAsia"/>
            <w:caps w:val="0"/>
            <w:noProof/>
            <w:sz w:val="22"/>
            <w:szCs w:val="22"/>
            <w:lang w:eastAsia="cs-CZ"/>
          </w:rPr>
          <w:tab/>
        </w:r>
        <w:r w:rsidR="00F00C65" w:rsidRPr="00FD455F">
          <w:rPr>
            <w:rStyle w:val="Hypertextovodkaz"/>
          </w:rPr>
          <w:t>ÚVODNÍ USTANOVENÍ</w:t>
        </w:r>
        <w:r w:rsidR="00F00C65">
          <w:rPr>
            <w:noProof/>
            <w:webHidden/>
          </w:rPr>
          <w:tab/>
        </w:r>
        <w:r w:rsidR="00F00C65">
          <w:rPr>
            <w:noProof/>
            <w:webHidden/>
          </w:rPr>
          <w:fldChar w:fldCharType="begin"/>
        </w:r>
        <w:r w:rsidR="00F00C65">
          <w:rPr>
            <w:noProof/>
            <w:webHidden/>
          </w:rPr>
          <w:instrText xml:space="preserve"> PAGEREF _Toc147153708 \h </w:instrText>
        </w:r>
        <w:r w:rsidR="00F00C65">
          <w:rPr>
            <w:noProof/>
            <w:webHidden/>
          </w:rPr>
        </w:r>
        <w:r w:rsidR="00F00C65">
          <w:rPr>
            <w:noProof/>
            <w:webHidden/>
          </w:rPr>
          <w:fldChar w:fldCharType="separate"/>
        </w:r>
        <w:r w:rsidR="00BF6528">
          <w:rPr>
            <w:noProof/>
            <w:webHidden/>
          </w:rPr>
          <w:t>3</w:t>
        </w:r>
        <w:r w:rsidR="00F00C65">
          <w:rPr>
            <w:noProof/>
            <w:webHidden/>
          </w:rPr>
          <w:fldChar w:fldCharType="end"/>
        </w:r>
      </w:hyperlink>
    </w:p>
    <w:p w14:paraId="48D81058" w14:textId="0BB68FC7" w:rsidR="00F00C65" w:rsidRDefault="00BF6528">
      <w:pPr>
        <w:pStyle w:val="Obsah1"/>
        <w:rPr>
          <w:rFonts w:eastAsiaTheme="minorEastAsia"/>
          <w:caps w:val="0"/>
          <w:noProof/>
          <w:sz w:val="22"/>
          <w:szCs w:val="22"/>
          <w:lang w:eastAsia="cs-CZ"/>
        </w:rPr>
      </w:pPr>
      <w:hyperlink w:anchor="_Toc147153709" w:history="1">
        <w:r w:rsidR="00F00C65" w:rsidRPr="00FD455F">
          <w:rPr>
            <w:rStyle w:val="Hypertextovodkaz"/>
          </w:rPr>
          <w:t>2.</w:t>
        </w:r>
        <w:r w:rsidR="00F00C65">
          <w:rPr>
            <w:rFonts w:eastAsiaTheme="minorEastAsia"/>
            <w:caps w:val="0"/>
            <w:noProof/>
            <w:sz w:val="22"/>
            <w:szCs w:val="22"/>
            <w:lang w:eastAsia="cs-CZ"/>
          </w:rPr>
          <w:tab/>
        </w:r>
        <w:r w:rsidR="00F00C65" w:rsidRPr="00FD455F">
          <w:rPr>
            <w:rStyle w:val="Hypertextovodkaz"/>
          </w:rPr>
          <w:t>IDENTIFIKAČNÍ ÚDAJE ZADAVATELE</w:t>
        </w:r>
        <w:r w:rsidR="00F00C65">
          <w:rPr>
            <w:noProof/>
            <w:webHidden/>
          </w:rPr>
          <w:tab/>
        </w:r>
        <w:r w:rsidR="00F00C65">
          <w:rPr>
            <w:noProof/>
            <w:webHidden/>
          </w:rPr>
          <w:fldChar w:fldCharType="begin"/>
        </w:r>
        <w:r w:rsidR="00F00C65">
          <w:rPr>
            <w:noProof/>
            <w:webHidden/>
          </w:rPr>
          <w:instrText xml:space="preserve"> PAGEREF _Toc147153709 \h </w:instrText>
        </w:r>
        <w:r w:rsidR="00F00C65">
          <w:rPr>
            <w:noProof/>
            <w:webHidden/>
          </w:rPr>
        </w:r>
        <w:r w:rsidR="00F00C65">
          <w:rPr>
            <w:noProof/>
            <w:webHidden/>
          </w:rPr>
          <w:fldChar w:fldCharType="separate"/>
        </w:r>
        <w:r>
          <w:rPr>
            <w:noProof/>
            <w:webHidden/>
          </w:rPr>
          <w:t>3</w:t>
        </w:r>
        <w:r w:rsidR="00F00C65">
          <w:rPr>
            <w:noProof/>
            <w:webHidden/>
          </w:rPr>
          <w:fldChar w:fldCharType="end"/>
        </w:r>
      </w:hyperlink>
    </w:p>
    <w:p w14:paraId="23F7CCEC" w14:textId="746F0D4C" w:rsidR="00F00C65" w:rsidRDefault="00BF6528">
      <w:pPr>
        <w:pStyle w:val="Obsah1"/>
        <w:rPr>
          <w:rFonts w:eastAsiaTheme="minorEastAsia"/>
          <w:caps w:val="0"/>
          <w:noProof/>
          <w:sz w:val="22"/>
          <w:szCs w:val="22"/>
          <w:lang w:eastAsia="cs-CZ"/>
        </w:rPr>
      </w:pPr>
      <w:hyperlink w:anchor="_Toc147153710" w:history="1">
        <w:r w:rsidR="00F00C65" w:rsidRPr="00FD455F">
          <w:rPr>
            <w:rStyle w:val="Hypertextovodkaz"/>
          </w:rPr>
          <w:t>3.</w:t>
        </w:r>
        <w:r w:rsidR="00F00C65">
          <w:rPr>
            <w:rFonts w:eastAsiaTheme="minorEastAsia"/>
            <w:caps w:val="0"/>
            <w:noProof/>
            <w:sz w:val="22"/>
            <w:szCs w:val="22"/>
            <w:lang w:eastAsia="cs-CZ"/>
          </w:rPr>
          <w:tab/>
        </w:r>
        <w:r w:rsidR="00F00C65" w:rsidRPr="00FD455F">
          <w:rPr>
            <w:rStyle w:val="Hypertextovodkaz"/>
          </w:rPr>
          <w:t>KOMUNIKACE MEZI ZADAVATELEM a DODAVATELEM</w:t>
        </w:r>
        <w:r w:rsidR="00F00C65">
          <w:rPr>
            <w:noProof/>
            <w:webHidden/>
          </w:rPr>
          <w:tab/>
        </w:r>
        <w:r w:rsidR="00F00C65">
          <w:rPr>
            <w:noProof/>
            <w:webHidden/>
          </w:rPr>
          <w:fldChar w:fldCharType="begin"/>
        </w:r>
        <w:r w:rsidR="00F00C65">
          <w:rPr>
            <w:noProof/>
            <w:webHidden/>
          </w:rPr>
          <w:instrText xml:space="preserve"> PAGEREF _Toc147153710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747D421D" w14:textId="28F21270" w:rsidR="00F00C65" w:rsidRDefault="00BF6528">
      <w:pPr>
        <w:pStyle w:val="Obsah1"/>
        <w:rPr>
          <w:rFonts w:eastAsiaTheme="minorEastAsia"/>
          <w:caps w:val="0"/>
          <w:noProof/>
          <w:sz w:val="22"/>
          <w:szCs w:val="22"/>
          <w:lang w:eastAsia="cs-CZ"/>
        </w:rPr>
      </w:pPr>
      <w:hyperlink w:anchor="_Toc147153711" w:history="1">
        <w:r w:rsidR="00F00C65" w:rsidRPr="00FD455F">
          <w:rPr>
            <w:rStyle w:val="Hypertextovodkaz"/>
          </w:rPr>
          <w:t>4.</w:t>
        </w:r>
        <w:r w:rsidR="00F00C65">
          <w:rPr>
            <w:rFonts w:eastAsiaTheme="minorEastAsia"/>
            <w:caps w:val="0"/>
            <w:noProof/>
            <w:sz w:val="22"/>
            <w:szCs w:val="22"/>
            <w:lang w:eastAsia="cs-CZ"/>
          </w:rPr>
          <w:tab/>
        </w:r>
        <w:r w:rsidR="00F00C65" w:rsidRPr="00FD455F">
          <w:rPr>
            <w:rStyle w:val="Hypertextovodkaz"/>
          </w:rPr>
          <w:t>ÚČEL A PŘEDMĚT PLNĚNÍ VEŘEJNÉ ZAKÁZKY</w:t>
        </w:r>
        <w:r w:rsidR="00F00C65">
          <w:rPr>
            <w:noProof/>
            <w:webHidden/>
          </w:rPr>
          <w:tab/>
        </w:r>
        <w:r w:rsidR="00F00C65">
          <w:rPr>
            <w:noProof/>
            <w:webHidden/>
          </w:rPr>
          <w:fldChar w:fldCharType="begin"/>
        </w:r>
        <w:r w:rsidR="00F00C65">
          <w:rPr>
            <w:noProof/>
            <w:webHidden/>
          </w:rPr>
          <w:instrText xml:space="preserve"> PAGEREF _Toc147153711 \h </w:instrText>
        </w:r>
        <w:r w:rsidR="00F00C65">
          <w:rPr>
            <w:noProof/>
            <w:webHidden/>
          </w:rPr>
        </w:r>
        <w:r w:rsidR="00F00C65">
          <w:rPr>
            <w:noProof/>
            <w:webHidden/>
          </w:rPr>
          <w:fldChar w:fldCharType="separate"/>
        </w:r>
        <w:r>
          <w:rPr>
            <w:noProof/>
            <w:webHidden/>
          </w:rPr>
          <w:t>4</w:t>
        </w:r>
        <w:r w:rsidR="00F00C65">
          <w:rPr>
            <w:noProof/>
            <w:webHidden/>
          </w:rPr>
          <w:fldChar w:fldCharType="end"/>
        </w:r>
      </w:hyperlink>
    </w:p>
    <w:p w14:paraId="045E3E36" w14:textId="22711513" w:rsidR="00F00C65" w:rsidRDefault="00BF6528">
      <w:pPr>
        <w:pStyle w:val="Obsah1"/>
        <w:rPr>
          <w:rFonts w:eastAsiaTheme="minorEastAsia"/>
          <w:caps w:val="0"/>
          <w:noProof/>
          <w:sz w:val="22"/>
          <w:szCs w:val="22"/>
          <w:lang w:eastAsia="cs-CZ"/>
        </w:rPr>
      </w:pPr>
      <w:hyperlink w:anchor="_Toc147153712" w:history="1">
        <w:r w:rsidR="00F00C65" w:rsidRPr="00FD455F">
          <w:rPr>
            <w:rStyle w:val="Hypertextovodkaz"/>
          </w:rPr>
          <w:t>5.</w:t>
        </w:r>
        <w:r w:rsidR="00F00C65">
          <w:rPr>
            <w:rFonts w:eastAsiaTheme="minorEastAsia"/>
            <w:caps w:val="0"/>
            <w:noProof/>
            <w:sz w:val="22"/>
            <w:szCs w:val="22"/>
            <w:lang w:eastAsia="cs-CZ"/>
          </w:rPr>
          <w:tab/>
        </w:r>
        <w:r w:rsidR="00F00C65" w:rsidRPr="00FD455F">
          <w:rPr>
            <w:rStyle w:val="Hypertextovodkaz"/>
          </w:rPr>
          <w:t>ZDROJE FINANCOVÁNÍ A PŘEDPOKLÁDANÁ HODNOTA VEŘEJNÉ ZAKÁZKY</w:t>
        </w:r>
        <w:r w:rsidR="00F00C65">
          <w:rPr>
            <w:noProof/>
            <w:webHidden/>
          </w:rPr>
          <w:tab/>
        </w:r>
        <w:r w:rsidR="00F00C65">
          <w:rPr>
            <w:noProof/>
            <w:webHidden/>
          </w:rPr>
          <w:fldChar w:fldCharType="begin"/>
        </w:r>
        <w:r w:rsidR="00F00C65">
          <w:rPr>
            <w:noProof/>
            <w:webHidden/>
          </w:rPr>
          <w:instrText xml:space="preserve"> PAGEREF _Toc147153712 \h </w:instrText>
        </w:r>
        <w:r w:rsidR="00F00C65">
          <w:rPr>
            <w:noProof/>
            <w:webHidden/>
          </w:rPr>
        </w:r>
        <w:r w:rsidR="00F00C65">
          <w:rPr>
            <w:noProof/>
            <w:webHidden/>
          </w:rPr>
          <w:fldChar w:fldCharType="separate"/>
        </w:r>
        <w:r>
          <w:rPr>
            <w:noProof/>
            <w:webHidden/>
          </w:rPr>
          <w:t>5</w:t>
        </w:r>
        <w:r w:rsidR="00F00C65">
          <w:rPr>
            <w:noProof/>
            <w:webHidden/>
          </w:rPr>
          <w:fldChar w:fldCharType="end"/>
        </w:r>
      </w:hyperlink>
    </w:p>
    <w:p w14:paraId="2E8551D8" w14:textId="759F1CAF" w:rsidR="00F00C65" w:rsidRDefault="00BF6528">
      <w:pPr>
        <w:pStyle w:val="Obsah1"/>
        <w:rPr>
          <w:rFonts w:eastAsiaTheme="minorEastAsia"/>
          <w:caps w:val="0"/>
          <w:noProof/>
          <w:sz w:val="22"/>
          <w:szCs w:val="22"/>
          <w:lang w:eastAsia="cs-CZ"/>
        </w:rPr>
      </w:pPr>
      <w:hyperlink w:anchor="_Toc147153713" w:history="1">
        <w:r w:rsidR="00F00C65" w:rsidRPr="00FD455F">
          <w:rPr>
            <w:rStyle w:val="Hypertextovodkaz"/>
          </w:rPr>
          <w:t>6.</w:t>
        </w:r>
        <w:r w:rsidR="00F00C65">
          <w:rPr>
            <w:rFonts w:eastAsiaTheme="minorEastAsia"/>
            <w:caps w:val="0"/>
            <w:noProof/>
            <w:sz w:val="22"/>
            <w:szCs w:val="22"/>
            <w:lang w:eastAsia="cs-CZ"/>
          </w:rPr>
          <w:tab/>
        </w:r>
        <w:r w:rsidR="00F00C65" w:rsidRPr="00FD455F">
          <w:rPr>
            <w:rStyle w:val="Hypertextovodkaz"/>
          </w:rPr>
          <w:t>OBSAH ZADÁVACÍ DOKUMENTACE</w:t>
        </w:r>
        <w:r w:rsidR="00F00C65">
          <w:rPr>
            <w:noProof/>
            <w:webHidden/>
          </w:rPr>
          <w:tab/>
        </w:r>
        <w:r w:rsidR="00F00C65">
          <w:rPr>
            <w:noProof/>
            <w:webHidden/>
          </w:rPr>
          <w:fldChar w:fldCharType="begin"/>
        </w:r>
        <w:r w:rsidR="00F00C65">
          <w:rPr>
            <w:noProof/>
            <w:webHidden/>
          </w:rPr>
          <w:instrText xml:space="preserve"> PAGEREF _Toc147153713 \h </w:instrText>
        </w:r>
        <w:r w:rsidR="00F00C65">
          <w:rPr>
            <w:noProof/>
            <w:webHidden/>
          </w:rPr>
        </w:r>
        <w:r w:rsidR="00F00C65">
          <w:rPr>
            <w:noProof/>
            <w:webHidden/>
          </w:rPr>
          <w:fldChar w:fldCharType="separate"/>
        </w:r>
        <w:r>
          <w:rPr>
            <w:noProof/>
            <w:webHidden/>
          </w:rPr>
          <w:t>5</w:t>
        </w:r>
        <w:r w:rsidR="00F00C65">
          <w:rPr>
            <w:noProof/>
            <w:webHidden/>
          </w:rPr>
          <w:fldChar w:fldCharType="end"/>
        </w:r>
      </w:hyperlink>
    </w:p>
    <w:p w14:paraId="4BA19619" w14:textId="0128AD15" w:rsidR="00F00C65" w:rsidRDefault="00BF6528">
      <w:pPr>
        <w:pStyle w:val="Obsah1"/>
        <w:rPr>
          <w:rFonts w:eastAsiaTheme="minorEastAsia"/>
          <w:caps w:val="0"/>
          <w:noProof/>
          <w:sz w:val="22"/>
          <w:szCs w:val="22"/>
          <w:lang w:eastAsia="cs-CZ"/>
        </w:rPr>
      </w:pPr>
      <w:hyperlink w:anchor="_Toc147153714" w:history="1">
        <w:r w:rsidR="00F00C65" w:rsidRPr="00FD455F">
          <w:rPr>
            <w:rStyle w:val="Hypertextovodkaz"/>
          </w:rPr>
          <w:t>7.</w:t>
        </w:r>
        <w:r w:rsidR="00F00C65">
          <w:rPr>
            <w:rFonts w:eastAsiaTheme="minorEastAsia"/>
            <w:caps w:val="0"/>
            <w:noProof/>
            <w:sz w:val="22"/>
            <w:szCs w:val="22"/>
            <w:lang w:eastAsia="cs-CZ"/>
          </w:rPr>
          <w:tab/>
        </w:r>
        <w:r w:rsidR="00F00C65" w:rsidRPr="00FD455F">
          <w:rPr>
            <w:rStyle w:val="Hypertextovodkaz"/>
          </w:rPr>
          <w:t>VYSVĚTLENÍ, ZMĚNY A DOPLNĚNÍ ZADÁVACÍ DOKUMENTACE</w:t>
        </w:r>
        <w:r w:rsidR="00F00C65">
          <w:rPr>
            <w:noProof/>
            <w:webHidden/>
          </w:rPr>
          <w:tab/>
        </w:r>
        <w:r w:rsidR="00F00C65">
          <w:rPr>
            <w:noProof/>
            <w:webHidden/>
          </w:rPr>
          <w:fldChar w:fldCharType="begin"/>
        </w:r>
        <w:r w:rsidR="00F00C65">
          <w:rPr>
            <w:noProof/>
            <w:webHidden/>
          </w:rPr>
          <w:instrText xml:space="preserve"> PAGEREF _Toc147153714 \h </w:instrText>
        </w:r>
        <w:r w:rsidR="00F00C65">
          <w:rPr>
            <w:noProof/>
            <w:webHidden/>
          </w:rPr>
        </w:r>
        <w:r w:rsidR="00F00C65">
          <w:rPr>
            <w:noProof/>
            <w:webHidden/>
          </w:rPr>
          <w:fldChar w:fldCharType="separate"/>
        </w:r>
        <w:r>
          <w:rPr>
            <w:noProof/>
            <w:webHidden/>
          </w:rPr>
          <w:t>5</w:t>
        </w:r>
        <w:r w:rsidR="00F00C65">
          <w:rPr>
            <w:noProof/>
            <w:webHidden/>
          </w:rPr>
          <w:fldChar w:fldCharType="end"/>
        </w:r>
      </w:hyperlink>
    </w:p>
    <w:p w14:paraId="110813A1" w14:textId="4A75ACBA" w:rsidR="00F00C65" w:rsidRDefault="00BF6528">
      <w:pPr>
        <w:pStyle w:val="Obsah1"/>
        <w:rPr>
          <w:rFonts w:eastAsiaTheme="minorEastAsia"/>
          <w:caps w:val="0"/>
          <w:noProof/>
          <w:sz w:val="22"/>
          <w:szCs w:val="22"/>
          <w:lang w:eastAsia="cs-CZ"/>
        </w:rPr>
      </w:pPr>
      <w:hyperlink w:anchor="_Toc147153715" w:history="1">
        <w:r w:rsidR="00F00C65" w:rsidRPr="00FD455F">
          <w:rPr>
            <w:rStyle w:val="Hypertextovodkaz"/>
          </w:rPr>
          <w:t>8.</w:t>
        </w:r>
        <w:r w:rsidR="00F00C65">
          <w:rPr>
            <w:rFonts w:eastAsiaTheme="minorEastAsia"/>
            <w:caps w:val="0"/>
            <w:noProof/>
            <w:sz w:val="22"/>
            <w:szCs w:val="22"/>
            <w:lang w:eastAsia="cs-CZ"/>
          </w:rPr>
          <w:tab/>
        </w:r>
        <w:r w:rsidR="00F00C65" w:rsidRPr="00FD455F">
          <w:rPr>
            <w:rStyle w:val="Hypertextovodkaz"/>
          </w:rPr>
          <w:t>POŽADAVKY ZADAVATELE NA KVALIFIKACI</w:t>
        </w:r>
        <w:r w:rsidR="00F00C65">
          <w:rPr>
            <w:noProof/>
            <w:webHidden/>
          </w:rPr>
          <w:tab/>
        </w:r>
        <w:r w:rsidR="00F00C65">
          <w:rPr>
            <w:noProof/>
            <w:webHidden/>
          </w:rPr>
          <w:fldChar w:fldCharType="begin"/>
        </w:r>
        <w:r w:rsidR="00F00C65">
          <w:rPr>
            <w:noProof/>
            <w:webHidden/>
          </w:rPr>
          <w:instrText xml:space="preserve"> PAGEREF _Toc147153715 \h </w:instrText>
        </w:r>
        <w:r w:rsidR="00F00C65">
          <w:rPr>
            <w:noProof/>
            <w:webHidden/>
          </w:rPr>
        </w:r>
        <w:r w:rsidR="00F00C65">
          <w:rPr>
            <w:noProof/>
            <w:webHidden/>
          </w:rPr>
          <w:fldChar w:fldCharType="separate"/>
        </w:r>
        <w:r>
          <w:rPr>
            <w:noProof/>
            <w:webHidden/>
          </w:rPr>
          <w:t>6</w:t>
        </w:r>
        <w:r w:rsidR="00F00C65">
          <w:rPr>
            <w:noProof/>
            <w:webHidden/>
          </w:rPr>
          <w:fldChar w:fldCharType="end"/>
        </w:r>
      </w:hyperlink>
    </w:p>
    <w:p w14:paraId="7DE5B318" w14:textId="3009CFEB" w:rsidR="00F00C65" w:rsidRDefault="00BF6528">
      <w:pPr>
        <w:pStyle w:val="Obsah1"/>
        <w:rPr>
          <w:rFonts w:eastAsiaTheme="minorEastAsia"/>
          <w:caps w:val="0"/>
          <w:noProof/>
          <w:sz w:val="22"/>
          <w:szCs w:val="22"/>
          <w:lang w:eastAsia="cs-CZ"/>
        </w:rPr>
      </w:pPr>
      <w:hyperlink w:anchor="_Toc147153716" w:history="1">
        <w:r w:rsidR="00F00C65" w:rsidRPr="00FD455F">
          <w:rPr>
            <w:rStyle w:val="Hypertextovodkaz"/>
          </w:rPr>
          <w:t>9.</w:t>
        </w:r>
        <w:r w:rsidR="00F00C65">
          <w:rPr>
            <w:rFonts w:eastAsiaTheme="minorEastAsia"/>
            <w:caps w:val="0"/>
            <w:noProof/>
            <w:sz w:val="22"/>
            <w:szCs w:val="22"/>
            <w:lang w:eastAsia="cs-CZ"/>
          </w:rPr>
          <w:tab/>
        </w:r>
        <w:r w:rsidR="00F00C65" w:rsidRPr="00FD455F">
          <w:rPr>
            <w:rStyle w:val="Hypertextovodkaz"/>
          </w:rPr>
          <w:t>DALŠÍ INFORMACE/DOKUMENTY PŘEDKLÁDANÉ DODAVATELEM V NABÍDCE</w:t>
        </w:r>
        <w:r w:rsidR="00F00C65">
          <w:rPr>
            <w:noProof/>
            <w:webHidden/>
          </w:rPr>
          <w:tab/>
        </w:r>
        <w:r w:rsidR="00F00C65">
          <w:rPr>
            <w:noProof/>
            <w:webHidden/>
          </w:rPr>
          <w:fldChar w:fldCharType="begin"/>
        </w:r>
        <w:r w:rsidR="00F00C65">
          <w:rPr>
            <w:noProof/>
            <w:webHidden/>
          </w:rPr>
          <w:instrText xml:space="preserve"> PAGEREF _Toc147153716 \h </w:instrText>
        </w:r>
        <w:r w:rsidR="00F00C65">
          <w:rPr>
            <w:noProof/>
            <w:webHidden/>
          </w:rPr>
        </w:r>
        <w:r w:rsidR="00F00C65">
          <w:rPr>
            <w:noProof/>
            <w:webHidden/>
          </w:rPr>
          <w:fldChar w:fldCharType="separate"/>
        </w:r>
        <w:r>
          <w:rPr>
            <w:noProof/>
            <w:webHidden/>
          </w:rPr>
          <w:t>16</w:t>
        </w:r>
        <w:r w:rsidR="00F00C65">
          <w:rPr>
            <w:noProof/>
            <w:webHidden/>
          </w:rPr>
          <w:fldChar w:fldCharType="end"/>
        </w:r>
      </w:hyperlink>
    </w:p>
    <w:p w14:paraId="701494FB" w14:textId="02B4B305" w:rsidR="00F00C65" w:rsidRDefault="00BF6528">
      <w:pPr>
        <w:pStyle w:val="Obsah1"/>
        <w:rPr>
          <w:rFonts w:eastAsiaTheme="minorEastAsia"/>
          <w:caps w:val="0"/>
          <w:noProof/>
          <w:sz w:val="22"/>
          <w:szCs w:val="22"/>
          <w:lang w:eastAsia="cs-CZ"/>
        </w:rPr>
      </w:pPr>
      <w:hyperlink w:anchor="_Toc147153717" w:history="1">
        <w:r w:rsidR="00F00C65" w:rsidRPr="00FD455F">
          <w:rPr>
            <w:rStyle w:val="Hypertextovodkaz"/>
          </w:rPr>
          <w:t>10.</w:t>
        </w:r>
        <w:r w:rsidR="00F00C65">
          <w:rPr>
            <w:rFonts w:eastAsiaTheme="minorEastAsia"/>
            <w:caps w:val="0"/>
            <w:noProof/>
            <w:sz w:val="22"/>
            <w:szCs w:val="22"/>
            <w:lang w:eastAsia="cs-CZ"/>
          </w:rPr>
          <w:tab/>
        </w:r>
        <w:r w:rsidR="00F00C65" w:rsidRPr="00FD455F">
          <w:rPr>
            <w:rStyle w:val="Hypertextovodkaz"/>
          </w:rPr>
          <w:t>PROHLÍDKA MÍSTA PLNĚNÍ (STAVENIŠTĚ)</w:t>
        </w:r>
        <w:r w:rsidR="00F00C65">
          <w:rPr>
            <w:noProof/>
            <w:webHidden/>
          </w:rPr>
          <w:tab/>
        </w:r>
        <w:r w:rsidR="00F00C65">
          <w:rPr>
            <w:noProof/>
            <w:webHidden/>
          </w:rPr>
          <w:fldChar w:fldCharType="begin"/>
        </w:r>
        <w:r w:rsidR="00F00C65">
          <w:rPr>
            <w:noProof/>
            <w:webHidden/>
          </w:rPr>
          <w:instrText xml:space="preserve"> PAGEREF _Toc147153717 \h </w:instrText>
        </w:r>
        <w:r w:rsidR="00F00C65">
          <w:rPr>
            <w:noProof/>
            <w:webHidden/>
          </w:rPr>
        </w:r>
        <w:r w:rsidR="00F00C65">
          <w:rPr>
            <w:noProof/>
            <w:webHidden/>
          </w:rPr>
          <w:fldChar w:fldCharType="separate"/>
        </w:r>
        <w:r>
          <w:rPr>
            <w:noProof/>
            <w:webHidden/>
          </w:rPr>
          <w:t>20</w:t>
        </w:r>
        <w:r w:rsidR="00F00C65">
          <w:rPr>
            <w:noProof/>
            <w:webHidden/>
          </w:rPr>
          <w:fldChar w:fldCharType="end"/>
        </w:r>
      </w:hyperlink>
    </w:p>
    <w:p w14:paraId="60A4455C" w14:textId="03481E99" w:rsidR="00F00C65" w:rsidRDefault="00BF6528">
      <w:pPr>
        <w:pStyle w:val="Obsah1"/>
        <w:rPr>
          <w:rFonts w:eastAsiaTheme="minorEastAsia"/>
          <w:caps w:val="0"/>
          <w:noProof/>
          <w:sz w:val="22"/>
          <w:szCs w:val="22"/>
          <w:lang w:eastAsia="cs-CZ"/>
        </w:rPr>
      </w:pPr>
      <w:hyperlink w:anchor="_Toc147153718" w:history="1">
        <w:r w:rsidR="00F00C65" w:rsidRPr="00FD455F">
          <w:rPr>
            <w:rStyle w:val="Hypertextovodkaz"/>
          </w:rPr>
          <w:t>11.</w:t>
        </w:r>
        <w:r w:rsidR="00F00C65">
          <w:rPr>
            <w:rFonts w:eastAsiaTheme="minorEastAsia"/>
            <w:caps w:val="0"/>
            <w:noProof/>
            <w:sz w:val="22"/>
            <w:szCs w:val="22"/>
            <w:lang w:eastAsia="cs-CZ"/>
          </w:rPr>
          <w:tab/>
        </w:r>
        <w:r w:rsidR="00F00C65" w:rsidRPr="00FD455F">
          <w:rPr>
            <w:rStyle w:val="Hypertextovodkaz"/>
          </w:rPr>
          <w:t>JAZYK NABÍDEK A KOMUNIKAČNÍ JAZYK</w:t>
        </w:r>
        <w:r w:rsidR="00F00C65">
          <w:rPr>
            <w:noProof/>
            <w:webHidden/>
          </w:rPr>
          <w:tab/>
        </w:r>
        <w:r w:rsidR="00F00C65">
          <w:rPr>
            <w:noProof/>
            <w:webHidden/>
          </w:rPr>
          <w:fldChar w:fldCharType="begin"/>
        </w:r>
        <w:r w:rsidR="00F00C65">
          <w:rPr>
            <w:noProof/>
            <w:webHidden/>
          </w:rPr>
          <w:instrText xml:space="preserve"> PAGEREF _Toc147153718 \h </w:instrText>
        </w:r>
        <w:r w:rsidR="00F00C65">
          <w:rPr>
            <w:noProof/>
            <w:webHidden/>
          </w:rPr>
        </w:r>
        <w:r w:rsidR="00F00C65">
          <w:rPr>
            <w:noProof/>
            <w:webHidden/>
          </w:rPr>
          <w:fldChar w:fldCharType="separate"/>
        </w:r>
        <w:r>
          <w:rPr>
            <w:noProof/>
            <w:webHidden/>
          </w:rPr>
          <w:t>20</w:t>
        </w:r>
        <w:r w:rsidR="00F00C65">
          <w:rPr>
            <w:noProof/>
            <w:webHidden/>
          </w:rPr>
          <w:fldChar w:fldCharType="end"/>
        </w:r>
      </w:hyperlink>
    </w:p>
    <w:p w14:paraId="1905D515" w14:textId="72AF5303" w:rsidR="00F00C65" w:rsidRDefault="00BF6528">
      <w:pPr>
        <w:pStyle w:val="Obsah1"/>
        <w:rPr>
          <w:rFonts w:eastAsiaTheme="minorEastAsia"/>
          <w:caps w:val="0"/>
          <w:noProof/>
          <w:sz w:val="22"/>
          <w:szCs w:val="22"/>
          <w:lang w:eastAsia="cs-CZ"/>
        </w:rPr>
      </w:pPr>
      <w:hyperlink w:anchor="_Toc147153719" w:history="1">
        <w:r w:rsidR="00F00C65" w:rsidRPr="00FD455F">
          <w:rPr>
            <w:rStyle w:val="Hypertextovodkaz"/>
          </w:rPr>
          <w:t>12.</w:t>
        </w:r>
        <w:r w:rsidR="00F00C65">
          <w:rPr>
            <w:rFonts w:eastAsiaTheme="minorEastAsia"/>
            <w:caps w:val="0"/>
            <w:noProof/>
            <w:sz w:val="22"/>
            <w:szCs w:val="22"/>
            <w:lang w:eastAsia="cs-CZ"/>
          </w:rPr>
          <w:tab/>
        </w:r>
        <w:r w:rsidR="00F00C65" w:rsidRPr="00FD455F">
          <w:rPr>
            <w:rStyle w:val="Hypertextovodkaz"/>
          </w:rPr>
          <w:t>OBSAH A PODÁVÁNÍ NABÍDEK</w:t>
        </w:r>
        <w:r w:rsidR="00F00C65">
          <w:rPr>
            <w:noProof/>
            <w:webHidden/>
          </w:rPr>
          <w:tab/>
        </w:r>
        <w:r w:rsidR="00F00C65">
          <w:rPr>
            <w:noProof/>
            <w:webHidden/>
          </w:rPr>
          <w:fldChar w:fldCharType="begin"/>
        </w:r>
        <w:r w:rsidR="00F00C65">
          <w:rPr>
            <w:noProof/>
            <w:webHidden/>
          </w:rPr>
          <w:instrText xml:space="preserve"> PAGEREF _Toc147153719 \h </w:instrText>
        </w:r>
        <w:r w:rsidR="00F00C65">
          <w:rPr>
            <w:noProof/>
            <w:webHidden/>
          </w:rPr>
        </w:r>
        <w:r w:rsidR="00F00C65">
          <w:rPr>
            <w:noProof/>
            <w:webHidden/>
          </w:rPr>
          <w:fldChar w:fldCharType="separate"/>
        </w:r>
        <w:r>
          <w:rPr>
            <w:noProof/>
            <w:webHidden/>
          </w:rPr>
          <w:t>20</w:t>
        </w:r>
        <w:r w:rsidR="00F00C65">
          <w:rPr>
            <w:noProof/>
            <w:webHidden/>
          </w:rPr>
          <w:fldChar w:fldCharType="end"/>
        </w:r>
      </w:hyperlink>
    </w:p>
    <w:p w14:paraId="0FCC475F" w14:textId="54B161D4" w:rsidR="00F00C65" w:rsidRDefault="00BF6528">
      <w:pPr>
        <w:pStyle w:val="Obsah1"/>
        <w:rPr>
          <w:rFonts w:eastAsiaTheme="minorEastAsia"/>
          <w:caps w:val="0"/>
          <w:noProof/>
          <w:sz w:val="22"/>
          <w:szCs w:val="22"/>
          <w:lang w:eastAsia="cs-CZ"/>
        </w:rPr>
      </w:pPr>
      <w:hyperlink w:anchor="_Toc147153720" w:history="1">
        <w:r w:rsidR="00F00C65" w:rsidRPr="00FD455F">
          <w:rPr>
            <w:rStyle w:val="Hypertextovodkaz"/>
          </w:rPr>
          <w:t>13.</w:t>
        </w:r>
        <w:r w:rsidR="00F00C65">
          <w:rPr>
            <w:rFonts w:eastAsiaTheme="minorEastAsia"/>
            <w:caps w:val="0"/>
            <w:noProof/>
            <w:sz w:val="22"/>
            <w:szCs w:val="22"/>
            <w:lang w:eastAsia="cs-CZ"/>
          </w:rPr>
          <w:tab/>
        </w:r>
        <w:r w:rsidR="00F00C65" w:rsidRPr="00FD455F">
          <w:rPr>
            <w:rStyle w:val="Hypertextovodkaz"/>
          </w:rPr>
          <w:t>POŽADAVKY NA ZPRACOVÁNÍ NABÍDKOVÉ CENY</w:t>
        </w:r>
        <w:r w:rsidR="00F00C65">
          <w:rPr>
            <w:noProof/>
            <w:webHidden/>
          </w:rPr>
          <w:tab/>
        </w:r>
        <w:r w:rsidR="00F00C65">
          <w:rPr>
            <w:noProof/>
            <w:webHidden/>
          </w:rPr>
          <w:fldChar w:fldCharType="begin"/>
        </w:r>
        <w:r w:rsidR="00F00C65">
          <w:rPr>
            <w:noProof/>
            <w:webHidden/>
          </w:rPr>
          <w:instrText xml:space="preserve"> PAGEREF _Toc147153720 \h </w:instrText>
        </w:r>
        <w:r w:rsidR="00F00C65">
          <w:rPr>
            <w:noProof/>
            <w:webHidden/>
          </w:rPr>
        </w:r>
        <w:r w:rsidR="00F00C65">
          <w:rPr>
            <w:noProof/>
            <w:webHidden/>
          </w:rPr>
          <w:fldChar w:fldCharType="separate"/>
        </w:r>
        <w:r>
          <w:rPr>
            <w:noProof/>
            <w:webHidden/>
          </w:rPr>
          <w:t>22</w:t>
        </w:r>
        <w:r w:rsidR="00F00C65">
          <w:rPr>
            <w:noProof/>
            <w:webHidden/>
          </w:rPr>
          <w:fldChar w:fldCharType="end"/>
        </w:r>
      </w:hyperlink>
    </w:p>
    <w:p w14:paraId="2ADAB897" w14:textId="7014AB8F" w:rsidR="00F00C65" w:rsidRDefault="00BF6528">
      <w:pPr>
        <w:pStyle w:val="Obsah1"/>
        <w:rPr>
          <w:rFonts w:eastAsiaTheme="minorEastAsia"/>
          <w:caps w:val="0"/>
          <w:noProof/>
          <w:sz w:val="22"/>
          <w:szCs w:val="22"/>
          <w:lang w:eastAsia="cs-CZ"/>
        </w:rPr>
      </w:pPr>
      <w:hyperlink w:anchor="_Toc147153721" w:history="1">
        <w:r w:rsidR="00F00C65" w:rsidRPr="00FD455F">
          <w:rPr>
            <w:rStyle w:val="Hypertextovodkaz"/>
          </w:rPr>
          <w:t>14.</w:t>
        </w:r>
        <w:r w:rsidR="00F00C65">
          <w:rPr>
            <w:rFonts w:eastAsiaTheme="minorEastAsia"/>
            <w:caps w:val="0"/>
            <w:noProof/>
            <w:sz w:val="22"/>
            <w:szCs w:val="22"/>
            <w:lang w:eastAsia="cs-CZ"/>
          </w:rPr>
          <w:tab/>
        </w:r>
        <w:r w:rsidR="00F00C65" w:rsidRPr="00FD455F">
          <w:rPr>
            <w:rStyle w:val="Hypertextovodkaz"/>
          </w:rPr>
          <w:t>VARIANTY NABÍDKY, VÝHRADA ZMĚNY DODAVATELE</w:t>
        </w:r>
        <w:r w:rsidR="00F00C65">
          <w:rPr>
            <w:noProof/>
            <w:webHidden/>
          </w:rPr>
          <w:tab/>
        </w:r>
        <w:r w:rsidR="00F00C65">
          <w:rPr>
            <w:noProof/>
            <w:webHidden/>
          </w:rPr>
          <w:fldChar w:fldCharType="begin"/>
        </w:r>
        <w:r w:rsidR="00F00C65">
          <w:rPr>
            <w:noProof/>
            <w:webHidden/>
          </w:rPr>
          <w:instrText xml:space="preserve"> PAGEREF _Toc147153721 \h </w:instrText>
        </w:r>
        <w:r w:rsidR="00F00C65">
          <w:rPr>
            <w:noProof/>
            <w:webHidden/>
          </w:rPr>
        </w:r>
        <w:r w:rsidR="00F00C65">
          <w:rPr>
            <w:noProof/>
            <w:webHidden/>
          </w:rPr>
          <w:fldChar w:fldCharType="separate"/>
        </w:r>
        <w:r>
          <w:rPr>
            <w:noProof/>
            <w:webHidden/>
          </w:rPr>
          <w:t>23</w:t>
        </w:r>
        <w:r w:rsidR="00F00C65">
          <w:rPr>
            <w:noProof/>
            <w:webHidden/>
          </w:rPr>
          <w:fldChar w:fldCharType="end"/>
        </w:r>
      </w:hyperlink>
    </w:p>
    <w:p w14:paraId="23E851B9" w14:textId="69A14B81" w:rsidR="00F00C65" w:rsidRDefault="00BF6528">
      <w:pPr>
        <w:pStyle w:val="Obsah1"/>
        <w:rPr>
          <w:rFonts w:eastAsiaTheme="minorEastAsia"/>
          <w:caps w:val="0"/>
          <w:noProof/>
          <w:sz w:val="22"/>
          <w:szCs w:val="22"/>
          <w:lang w:eastAsia="cs-CZ"/>
        </w:rPr>
      </w:pPr>
      <w:hyperlink w:anchor="_Toc147153722" w:history="1">
        <w:r w:rsidR="00F00C65" w:rsidRPr="00FD455F">
          <w:rPr>
            <w:rStyle w:val="Hypertextovodkaz"/>
          </w:rPr>
          <w:t>15.</w:t>
        </w:r>
        <w:r w:rsidR="00F00C65">
          <w:rPr>
            <w:rFonts w:eastAsiaTheme="minorEastAsia"/>
            <w:caps w:val="0"/>
            <w:noProof/>
            <w:sz w:val="22"/>
            <w:szCs w:val="22"/>
            <w:lang w:eastAsia="cs-CZ"/>
          </w:rPr>
          <w:tab/>
        </w:r>
        <w:r w:rsidR="00F00C65" w:rsidRPr="00FD455F">
          <w:rPr>
            <w:rStyle w:val="Hypertextovodkaz"/>
          </w:rPr>
          <w:t>OTEVÍRÁNÍ NABÍDEK</w:t>
        </w:r>
        <w:r w:rsidR="00F00C65">
          <w:rPr>
            <w:noProof/>
            <w:webHidden/>
          </w:rPr>
          <w:tab/>
        </w:r>
        <w:r w:rsidR="00F00C65">
          <w:rPr>
            <w:noProof/>
            <w:webHidden/>
          </w:rPr>
          <w:fldChar w:fldCharType="begin"/>
        </w:r>
        <w:r w:rsidR="00F00C65">
          <w:rPr>
            <w:noProof/>
            <w:webHidden/>
          </w:rPr>
          <w:instrText xml:space="preserve"> PAGEREF _Toc147153722 \h </w:instrText>
        </w:r>
        <w:r w:rsidR="00F00C65">
          <w:rPr>
            <w:noProof/>
            <w:webHidden/>
          </w:rPr>
        </w:r>
        <w:r w:rsidR="00F00C65">
          <w:rPr>
            <w:noProof/>
            <w:webHidden/>
          </w:rPr>
          <w:fldChar w:fldCharType="separate"/>
        </w:r>
        <w:r>
          <w:rPr>
            <w:noProof/>
            <w:webHidden/>
          </w:rPr>
          <w:t>23</w:t>
        </w:r>
        <w:r w:rsidR="00F00C65">
          <w:rPr>
            <w:noProof/>
            <w:webHidden/>
          </w:rPr>
          <w:fldChar w:fldCharType="end"/>
        </w:r>
      </w:hyperlink>
    </w:p>
    <w:p w14:paraId="2293EA05" w14:textId="36C077C7" w:rsidR="00F00C65" w:rsidRDefault="00BF6528">
      <w:pPr>
        <w:pStyle w:val="Obsah1"/>
        <w:rPr>
          <w:rFonts w:eastAsiaTheme="minorEastAsia"/>
          <w:caps w:val="0"/>
          <w:noProof/>
          <w:sz w:val="22"/>
          <w:szCs w:val="22"/>
          <w:lang w:eastAsia="cs-CZ"/>
        </w:rPr>
      </w:pPr>
      <w:hyperlink w:anchor="_Toc147153723" w:history="1">
        <w:r w:rsidR="00F00C65" w:rsidRPr="00FD455F">
          <w:rPr>
            <w:rStyle w:val="Hypertextovodkaz"/>
          </w:rPr>
          <w:t>16.</w:t>
        </w:r>
        <w:r w:rsidR="00F00C65">
          <w:rPr>
            <w:rFonts w:eastAsiaTheme="minorEastAsia"/>
            <w:caps w:val="0"/>
            <w:noProof/>
            <w:sz w:val="22"/>
            <w:szCs w:val="22"/>
            <w:lang w:eastAsia="cs-CZ"/>
          </w:rPr>
          <w:tab/>
        </w:r>
        <w:r w:rsidR="00F00C65" w:rsidRPr="00FD455F">
          <w:rPr>
            <w:rStyle w:val="Hypertextovodkaz"/>
          </w:rPr>
          <w:t>POSOUZENÍ SPLNĚNÍ PODMÍNEK ÚČASTI</w:t>
        </w:r>
        <w:r w:rsidR="00F00C65">
          <w:rPr>
            <w:noProof/>
            <w:webHidden/>
          </w:rPr>
          <w:tab/>
        </w:r>
        <w:r w:rsidR="00F00C65">
          <w:rPr>
            <w:noProof/>
            <w:webHidden/>
          </w:rPr>
          <w:fldChar w:fldCharType="begin"/>
        </w:r>
        <w:r w:rsidR="00F00C65">
          <w:rPr>
            <w:noProof/>
            <w:webHidden/>
          </w:rPr>
          <w:instrText xml:space="preserve"> PAGEREF _Toc147153723 \h </w:instrText>
        </w:r>
        <w:r w:rsidR="00F00C65">
          <w:rPr>
            <w:noProof/>
            <w:webHidden/>
          </w:rPr>
        </w:r>
        <w:r w:rsidR="00F00C65">
          <w:rPr>
            <w:noProof/>
            <w:webHidden/>
          </w:rPr>
          <w:fldChar w:fldCharType="separate"/>
        </w:r>
        <w:r>
          <w:rPr>
            <w:noProof/>
            <w:webHidden/>
          </w:rPr>
          <w:t>24</w:t>
        </w:r>
        <w:r w:rsidR="00F00C65">
          <w:rPr>
            <w:noProof/>
            <w:webHidden/>
          </w:rPr>
          <w:fldChar w:fldCharType="end"/>
        </w:r>
      </w:hyperlink>
    </w:p>
    <w:p w14:paraId="1F85840E" w14:textId="2BD6A340" w:rsidR="00F00C65" w:rsidRDefault="00BF6528">
      <w:pPr>
        <w:pStyle w:val="Obsah1"/>
        <w:rPr>
          <w:rFonts w:eastAsiaTheme="minorEastAsia"/>
          <w:caps w:val="0"/>
          <w:noProof/>
          <w:sz w:val="22"/>
          <w:szCs w:val="22"/>
          <w:lang w:eastAsia="cs-CZ"/>
        </w:rPr>
      </w:pPr>
      <w:hyperlink w:anchor="_Toc147153724" w:history="1">
        <w:r w:rsidR="00F00C65" w:rsidRPr="00FD455F">
          <w:rPr>
            <w:rStyle w:val="Hypertextovodkaz"/>
          </w:rPr>
          <w:t>17.</w:t>
        </w:r>
        <w:r w:rsidR="00F00C65">
          <w:rPr>
            <w:rFonts w:eastAsiaTheme="minorEastAsia"/>
            <w:caps w:val="0"/>
            <w:noProof/>
            <w:sz w:val="22"/>
            <w:szCs w:val="22"/>
            <w:lang w:eastAsia="cs-CZ"/>
          </w:rPr>
          <w:tab/>
        </w:r>
        <w:r w:rsidR="00F00C65" w:rsidRPr="00FD455F">
          <w:rPr>
            <w:rStyle w:val="Hypertextovodkaz"/>
          </w:rPr>
          <w:t>HODNOCENÍ NABÍDEK</w:t>
        </w:r>
        <w:r w:rsidR="00F00C65">
          <w:rPr>
            <w:noProof/>
            <w:webHidden/>
          </w:rPr>
          <w:tab/>
        </w:r>
        <w:r w:rsidR="00F00C65">
          <w:rPr>
            <w:noProof/>
            <w:webHidden/>
          </w:rPr>
          <w:fldChar w:fldCharType="begin"/>
        </w:r>
        <w:r w:rsidR="00F00C65">
          <w:rPr>
            <w:noProof/>
            <w:webHidden/>
          </w:rPr>
          <w:instrText xml:space="preserve"> PAGEREF _Toc147153724 \h </w:instrText>
        </w:r>
        <w:r w:rsidR="00F00C65">
          <w:rPr>
            <w:noProof/>
            <w:webHidden/>
          </w:rPr>
        </w:r>
        <w:r w:rsidR="00F00C65">
          <w:rPr>
            <w:noProof/>
            <w:webHidden/>
          </w:rPr>
          <w:fldChar w:fldCharType="separate"/>
        </w:r>
        <w:r>
          <w:rPr>
            <w:noProof/>
            <w:webHidden/>
          </w:rPr>
          <w:t>25</w:t>
        </w:r>
        <w:r w:rsidR="00F00C65">
          <w:rPr>
            <w:noProof/>
            <w:webHidden/>
          </w:rPr>
          <w:fldChar w:fldCharType="end"/>
        </w:r>
      </w:hyperlink>
    </w:p>
    <w:p w14:paraId="6027D670" w14:textId="44BAD8F6" w:rsidR="00F00C65" w:rsidRDefault="00BF6528">
      <w:pPr>
        <w:pStyle w:val="Obsah1"/>
        <w:rPr>
          <w:rFonts w:eastAsiaTheme="minorEastAsia"/>
          <w:caps w:val="0"/>
          <w:noProof/>
          <w:sz w:val="22"/>
          <w:szCs w:val="22"/>
          <w:lang w:eastAsia="cs-CZ"/>
        </w:rPr>
      </w:pPr>
      <w:hyperlink w:anchor="_Toc147153725" w:history="1">
        <w:r w:rsidR="00F00C65" w:rsidRPr="00FD455F">
          <w:rPr>
            <w:rStyle w:val="Hypertextovodkaz"/>
          </w:rPr>
          <w:t>18.</w:t>
        </w:r>
        <w:r w:rsidR="00F00C65">
          <w:rPr>
            <w:rFonts w:eastAsiaTheme="minorEastAsia"/>
            <w:caps w:val="0"/>
            <w:noProof/>
            <w:sz w:val="22"/>
            <w:szCs w:val="22"/>
            <w:lang w:eastAsia="cs-CZ"/>
          </w:rPr>
          <w:tab/>
        </w:r>
        <w:r w:rsidR="00F00C65" w:rsidRPr="00FD455F">
          <w:rPr>
            <w:rStyle w:val="Hypertextovodkaz"/>
          </w:rPr>
          <w:t>ZRUŠENÍ VÝBĚROVÉHO ŘÍZENÍ</w:t>
        </w:r>
        <w:r w:rsidR="00F00C65">
          <w:rPr>
            <w:noProof/>
            <w:webHidden/>
          </w:rPr>
          <w:tab/>
        </w:r>
        <w:r w:rsidR="00F00C65">
          <w:rPr>
            <w:noProof/>
            <w:webHidden/>
          </w:rPr>
          <w:fldChar w:fldCharType="begin"/>
        </w:r>
        <w:r w:rsidR="00F00C65">
          <w:rPr>
            <w:noProof/>
            <w:webHidden/>
          </w:rPr>
          <w:instrText xml:space="preserve"> PAGEREF _Toc147153725 \h </w:instrText>
        </w:r>
        <w:r w:rsidR="00F00C65">
          <w:rPr>
            <w:noProof/>
            <w:webHidden/>
          </w:rPr>
        </w:r>
        <w:r w:rsidR="00F00C65">
          <w:rPr>
            <w:noProof/>
            <w:webHidden/>
          </w:rPr>
          <w:fldChar w:fldCharType="separate"/>
        </w:r>
        <w:r>
          <w:rPr>
            <w:noProof/>
            <w:webHidden/>
          </w:rPr>
          <w:t>25</w:t>
        </w:r>
        <w:r w:rsidR="00F00C65">
          <w:rPr>
            <w:noProof/>
            <w:webHidden/>
          </w:rPr>
          <w:fldChar w:fldCharType="end"/>
        </w:r>
      </w:hyperlink>
    </w:p>
    <w:p w14:paraId="735A8038" w14:textId="6BED27C5" w:rsidR="00F00C65" w:rsidRDefault="00BF6528">
      <w:pPr>
        <w:pStyle w:val="Obsah1"/>
        <w:rPr>
          <w:rFonts w:eastAsiaTheme="minorEastAsia"/>
          <w:caps w:val="0"/>
          <w:noProof/>
          <w:sz w:val="22"/>
          <w:szCs w:val="22"/>
          <w:lang w:eastAsia="cs-CZ"/>
        </w:rPr>
      </w:pPr>
      <w:hyperlink w:anchor="_Toc147153726" w:history="1">
        <w:r w:rsidR="00F00C65" w:rsidRPr="00FD455F">
          <w:rPr>
            <w:rStyle w:val="Hypertextovodkaz"/>
          </w:rPr>
          <w:t>19.</w:t>
        </w:r>
        <w:r w:rsidR="00F00C65">
          <w:rPr>
            <w:rFonts w:eastAsiaTheme="minorEastAsia"/>
            <w:caps w:val="0"/>
            <w:noProof/>
            <w:sz w:val="22"/>
            <w:szCs w:val="22"/>
            <w:lang w:eastAsia="cs-CZ"/>
          </w:rPr>
          <w:tab/>
        </w:r>
        <w:r w:rsidR="00F00C65" w:rsidRPr="00FD455F">
          <w:rPr>
            <w:rStyle w:val="Hypertextovodkaz"/>
          </w:rPr>
          <w:t>UZAVŘENÍ SMLOUVY</w:t>
        </w:r>
        <w:r w:rsidR="00F00C65">
          <w:rPr>
            <w:noProof/>
            <w:webHidden/>
          </w:rPr>
          <w:tab/>
        </w:r>
        <w:r w:rsidR="00F00C65">
          <w:rPr>
            <w:noProof/>
            <w:webHidden/>
          </w:rPr>
          <w:fldChar w:fldCharType="begin"/>
        </w:r>
        <w:r w:rsidR="00F00C65">
          <w:rPr>
            <w:noProof/>
            <w:webHidden/>
          </w:rPr>
          <w:instrText xml:space="preserve"> PAGEREF _Toc147153726 \h </w:instrText>
        </w:r>
        <w:r w:rsidR="00F00C65">
          <w:rPr>
            <w:noProof/>
            <w:webHidden/>
          </w:rPr>
        </w:r>
        <w:r w:rsidR="00F00C65">
          <w:rPr>
            <w:noProof/>
            <w:webHidden/>
          </w:rPr>
          <w:fldChar w:fldCharType="separate"/>
        </w:r>
        <w:r>
          <w:rPr>
            <w:noProof/>
            <w:webHidden/>
          </w:rPr>
          <w:t>26</w:t>
        </w:r>
        <w:r w:rsidR="00F00C65">
          <w:rPr>
            <w:noProof/>
            <w:webHidden/>
          </w:rPr>
          <w:fldChar w:fldCharType="end"/>
        </w:r>
      </w:hyperlink>
    </w:p>
    <w:p w14:paraId="71F5D602" w14:textId="344553BB" w:rsidR="00F00C65" w:rsidRDefault="00BF6528">
      <w:pPr>
        <w:pStyle w:val="Obsah1"/>
        <w:rPr>
          <w:rFonts w:eastAsiaTheme="minorEastAsia"/>
          <w:caps w:val="0"/>
          <w:noProof/>
          <w:sz w:val="22"/>
          <w:szCs w:val="22"/>
          <w:lang w:eastAsia="cs-CZ"/>
        </w:rPr>
      </w:pPr>
      <w:hyperlink w:anchor="_Toc147153727" w:history="1">
        <w:r w:rsidR="00F00C65" w:rsidRPr="00FD455F">
          <w:rPr>
            <w:rStyle w:val="Hypertextovodkaz"/>
          </w:rPr>
          <w:t>20.</w:t>
        </w:r>
        <w:r w:rsidR="00F00C65">
          <w:rPr>
            <w:rFonts w:eastAsiaTheme="minorEastAsia"/>
            <w:caps w:val="0"/>
            <w:noProof/>
            <w:sz w:val="22"/>
            <w:szCs w:val="22"/>
            <w:lang w:eastAsia="cs-CZ"/>
          </w:rPr>
          <w:tab/>
        </w:r>
        <w:r w:rsidR="00F00C65" w:rsidRPr="00FD455F">
          <w:rPr>
            <w:rStyle w:val="Hypertextovodkaz"/>
          </w:rPr>
          <w:t>OCHRANA INFORMACÍ</w:t>
        </w:r>
        <w:r w:rsidR="00F00C65">
          <w:rPr>
            <w:noProof/>
            <w:webHidden/>
          </w:rPr>
          <w:tab/>
        </w:r>
        <w:r w:rsidR="00F00C65">
          <w:rPr>
            <w:noProof/>
            <w:webHidden/>
          </w:rPr>
          <w:fldChar w:fldCharType="begin"/>
        </w:r>
        <w:r w:rsidR="00F00C65">
          <w:rPr>
            <w:noProof/>
            <w:webHidden/>
          </w:rPr>
          <w:instrText xml:space="preserve"> PAGEREF _Toc147153727 \h </w:instrText>
        </w:r>
        <w:r w:rsidR="00F00C65">
          <w:rPr>
            <w:noProof/>
            <w:webHidden/>
          </w:rPr>
        </w:r>
        <w:r w:rsidR="00F00C65">
          <w:rPr>
            <w:noProof/>
            <w:webHidden/>
          </w:rPr>
          <w:fldChar w:fldCharType="separate"/>
        </w:r>
        <w:r>
          <w:rPr>
            <w:noProof/>
            <w:webHidden/>
          </w:rPr>
          <w:t>28</w:t>
        </w:r>
        <w:r w:rsidR="00F00C65">
          <w:rPr>
            <w:noProof/>
            <w:webHidden/>
          </w:rPr>
          <w:fldChar w:fldCharType="end"/>
        </w:r>
      </w:hyperlink>
    </w:p>
    <w:p w14:paraId="7F1FF9B1" w14:textId="2CD8EDE0" w:rsidR="00F00C65" w:rsidRDefault="00BF6528">
      <w:pPr>
        <w:pStyle w:val="Obsah1"/>
        <w:rPr>
          <w:rFonts w:eastAsiaTheme="minorEastAsia"/>
          <w:caps w:val="0"/>
          <w:noProof/>
          <w:sz w:val="22"/>
          <w:szCs w:val="22"/>
          <w:lang w:eastAsia="cs-CZ"/>
        </w:rPr>
      </w:pPr>
      <w:hyperlink w:anchor="_Toc147153728" w:history="1">
        <w:r w:rsidR="00F00C65" w:rsidRPr="00FD455F">
          <w:rPr>
            <w:rStyle w:val="Hypertextovodkaz"/>
          </w:rPr>
          <w:t>21.</w:t>
        </w:r>
        <w:r w:rsidR="00F00C65">
          <w:rPr>
            <w:rFonts w:eastAsiaTheme="minorEastAsia"/>
            <w:caps w:val="0"/>
            <w:noProof/>
            <w:sz w:val="22"/>
            <w:szCs w:val="22"/>
            <w:lang w:eastAsia="cs-CZ"/>
          </w:rPr>
          <w:tab/>
        </w:r>
        <w:r w:rsidR="00F00C65" w:rsidRPr="00FD455F">
          <w:rPr>
            <w:rStyle w:val="Hypertextovodkaz"/>
          </w:rPr>
          <w:t>SOCIÁLNĚ A ENVIRONMENTÁLNĚ ODPOVĚDNÉ ZADÁVÁNÍ, INOVACE</w:t>
        </w:r>
        <w:r w:rsidR="00F00C65">
          <w:rPr>
            <w:noProof/>
            <w:webHidden/>
          </w:rPr>
          <w:tab/>
        </w:r>
        <w:r w:rsidR="00F00C65">
          <w:rPr>
            <w:noProof/>
            <w:webHidden/>
          </w:rPr>
          <w:fldChar w:fldCharType="begin"/>
        </w:r>
        <w:r w:rsidR="00F00C65">
          <w:rPr>
            <w:noProof/>
            <w:webHidden/>
          </w:rPr>
          <w:instrText xml:space="preserve"> PAGEREF _Toc147153728 \h </w:instrText>
        </w:r>
        <w:r w:rsidR="00F00C65">
          <w:rPr>
            <w:noProof/>
            <w:webHidden/>
          </w:rPr>
        </w:r>
        <w:r w:rsidR="00F00C65">
          <w:rPr>
            <w:noProof/>
            <w:webHidden/>
          </w:rPr>
          <w:fldChar w:fldCharType="separate"/>
        </w:r>
        <w:r>
          <w:rPr>
            <w:noProof/>
            <w:webHidden/>
          </w:rPr>
          <w:t>29</w:t>
        </w:r>
        <w:r w:rsidR="00F00C65">
          <w:rPr>
            <w:noProof/>
            <w:webHidden/>
          </w:rPr>
          <w:fldChar w:fldCharType="end"/>
        </w:r>
      </w:hyperlink>
    </w:p>
    <w:p w14:paraId="08BAFBF5" w14:textId="0BFD07BD" w:rsidR="00F00C65" w:rsidRDefault="00BF6528">
      <w:pPr>
        <w:pStyle w:val="Obsah1"/>
        <w:rPr>
          <w:rFonts w:eastAsiaTheme="minorEastAsia"/>
          <w:caps w:val="0"/>
          <w:noProof/>
          <w:sz w:val="22"/>
          <w:szCs w:val="22"/>
          <w:lang w:eastAsia="cs-CZ"/>
        </w:rPr>
      </w:pPr>
      <w:hyperlink w:anchor="_Toc147153729" w:history="1">
        <w:r w:rsidR="00F00C65" w:rsidRPr="00FD455F">
          <w:rPr>
            <w:rStyle w:val="Hypertextovodkaz"/>
          </w:rPr>
          <w:t>22.</w:t>
        </w:r>
        <w:r w:rsidR="00F00C65">
          <w:rPr>
            <w:rFonts w:eastAsiaTheme="minorEastAsia"/>
            <w:caps w:val="0"/>
            <w:noProof/>
            <w:sz w:val="22"/>
            <w:szCs w:val="22"/>
            <w:lang w:eastAsia="cs-CZ"/>
          </w:rPr>
          <w:tab/>
        </w:r>
        <w:r w:rsidR="00F00C65" w:rsidRPr="00FD455F">
          <w:rPr>
            <w:rStyle w:val="Hypertextovodkaz"/>
          </w:rPr>
          <w:t>Další zadávací podmínky v návaznosti na MEZINÁRODNÍ sankce, zákaz zadání veřejné zakázky</w:t>
        </w:r>
        <w:r w:rsidR="00F00C65">
          <w:rPr>
            <w:noProof/>
            <w:webHidden/>
          </w:rPr>
          <w:tab/>
        </w:r>
        <w:r w:rsidR="00F00C65">
          <w:rPr>
            <w:noProof/>
            <w:webHidden/>
          </w:rPr>
          <w:fldChar w:fldCharType="begin"/>
        </w:r>
        <w:r w:rsidR="00F00C65">
          <w:rPr>
            <w:noProof/>
            <w:webHidden/>
          </w:rPr>
          <w:instrText xml:space="preserve"> PAGEREF _Toc147153729 \h </w:instrText>
        </w:r>
        <w:r w:rsidR="00F00C65">
          <w:rPr>
            <w:noProof/>
            <w:webHidden/>
          </w:rPr>
        </w:r>
        <w:r w:rsidR="00F00C65">
          <w:rPr>
            <w:noProof/>
            <w:webHidden/>
          </w:rPr>
          <w:fldChar w:fldCharType="separate"/>
        </w:r>
        <w:r>
          <w:rPr>
            <w:noProof/>
            <w:webHidden/>
          </w:rPr>
          <w:t>29</w:t>
        </w:r>
        <w:r w:rsidR="00F00C65">
          <w:rPr>
            <w:noProof/>
            <w:webHidden/>
          </w:rPr>
          <w:fldChar w:fldCharType="end"/>
        </w:r>
      </w:hyperlink>
    </w:p>
    <w:p w14:paraId="086094D6" w14:textId="0076601B" w:rsidR="00F00C65" w:rsidRDefault="00BF6528">
      <w:pPr>
        <w:pStyle w:val="Obsah1"/>
        <w:rPr>
          <w:rFonts w:eastAsiaTheme="minorEastAsia"/>
          <w:caps w:val="0"/>
          <w:noProof/>
          <w:sz w:val="22"/>
          <w:szCs w:val="22"/>
          <w:lang w:eastAsia="cs-CZ"/>
        </w:rPr>
      </w:pPr>
      <w:hyperlink w:anchor="_Toc147153730" w:history="1">
        <w:r w:rsidR="00F00C65" w:rsidRPr="00FD455F">
          <w:rPr>
            <w:rStyle w:val="Hypertextovodkaz"/>
          </w:rPr>
          <w:t>23.</w:t>
        </w:r>
        <w:r w:rsidR="00F00C65">
          <w:rPr>
            <w:rFonts w:eastAsiaTheme="minorEastAsia"/>
            <w:caps w:val="0"/>
            <w:noProof/>
            <w:sz w:val="22"/>
            <w:szCs w:val="22"/>
            <w:lang w:eastAsia="cs-CZ"/>
          </w:rPr>
          <w:tab/>
        </w:r>
        <w:r w:rsidR="00F00C65" w:rsidRPr="00FD455F">
          <w:rPr>
            <w:rStyle w:val="Hypertextovodkaz"/>
          </w:rPr>
          <w:t>PŘÍLOHY TÉTO VÝZVY</w:t>
        </w:r>
        <w:r w:rsidR="00F00C65">
          <w:rPr>
            <w:noProof/>
            <w:webHidden/>
          </w:rPr>
          <w:tab/>
        </w:r>
        <w:r w:rsidR="00F00C65">
          <w:rPr>
            <w:noProof/>
            <w:webHidden/>
          </w:rPr>
          <w:fldChar w:fldCharType="begin"/>
        </w:r>
        <w:r w:rsidR="00F00C65">
          <w:rPr>
            <w:noProof/>
            <w:webHidden/>
          </w:rPr>
          <w:instrText xml:space="preserve"> PAGEREF _Toc147153730 \h </w:instrText>
        </w:r>
        <w:r w:rsidR="00F00C65">
          <w:rPr>
            <w:noProof/>
            <w:webHidden/>
          </w:rPr>
        </w:r>
        <w:r w:rsidR="00F00C65">
          <w:rPr>
            <w:noProof/>
            <w:webHidden/>
          </w:rPr>
          <w:fldChar w:fldCharType="separate"/>
        </w:r>
        <w:r>
          <w:rPr>
            <w:noProof/>
            <w:webHidden/>
          </w:rPr>
          <w:t>30</w:t>
        </w:r>
        <w:r w:rsidR="00F00C65">
          <w:rPr>
            <w:noProof/>
            <w:webHidden/>
          </w:rPr>
          <w:fldChar w:fldCharType="end"/>
        </w:r>
      </w:hyperlink>
    </w:p>
    <w:p w14:paraId="6BCC7D72" w14:textId="1D6F5ED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4715370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1AC0FD8A"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715370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B6017D4" w:rsidR="0035531B" w:rsidRDefault="0035531B" w:rsidP="006F3778">
      <w:pPr>
        <w:pStyle w:val="Textbezslovn"/>
        <w:spacing w:after="0"/>
        <w:ind w:left="2127" w:hanging="1390"/>
      </w:pPr>
      <w:r>
        <w:lastRenderedPageBreak/>
        <w:t xml:space="preserve">zastoupená: </w:t>
      </w:r>
      <w:r>
        <w:tab/>
      </w:r>
      <w:r w:rsidR="006F3778" w:rsidRPr="00237C50">
        <w:t xml:space="preserve">Ing. Miroslavem </w:t>
      </w:r>
      <w:proofErr w:type="spellStart"/>
      <w:r w:rsidR="006F3778" w:rsidRPr="00237C50">
        <w:t>Bocákem</w:t>
      </w:r>
      <w:proofErr w:type="spellEnd"/>
      <w:r w:rsidR="006F3778" w:rsidRPr="00237C50">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47153710"/>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97837C7" w:rsidR="0035531B" w:rsidRDefault="0035531B" w:rsidP="0035531B">
      <w:pPr>
        <w:pStyle w:val="Text1-1"/>
      </w:pPr>
      <w:r>
        <w:t xml:space="preserve">Kontaktní osobou zadavatele pro </w:t>
      </w:r>
      <w:r w:rsidR="009531C1">
        <w:t xml:space="preserve">výběrové </w:t>
      </w:r>
      <w:r>
        <w:t xml:space="preserve">řízení je: </w:t>
      </w:r>
      <w:r w:rsidR="006F3778">
        <w:t>Ing. Kamila Přerovská</w:t>
      </w:r>
    </w:p>
    <w:p w14:paraId="6304B547" w14:textId="144FC616" w:rsidR="0035531B" w:rsidRDefault="0035531B" w:rsidP="0035531B">
      <w:pPr>
        <w:pStyle w:val="Textbezslovn"/>
        <w:spacing w:after="0"/>
      </w:pPr>
      <w:r>
        <w:t xml:space="preserve">telefon: </w:t>
      </w:r>
      <w:r>
        <w:tab/>
      </w:r>
      <w:r w:rsidR="006F3778">
        <w:t>+420 702 164 086</w:t>
      </w:r>
    </w:p>
    <w:p w14:paraId="46AB406E" w14:textId="7A44EB00" w:rsidR="0035531B" w:rsidRDefault="0035531B" w:rsidP="0035531B">
      <w:pPr>
        <w:pStyle w:val="Textbezslovn"/>
        <w:spacing w:after="0"/>
      </w:pPr>
      <w:r>
        <w:t xml:space="preserve">e-mail: </w:t>
      </w:r>
      <w:r>
        <w:tab/>
      </w:r>
      <w:hyperlink r:id="rId13" w:history="1">
        <w:r w:rsidR="006F3778" w:rsidRPr="00590338">
          <w:rPr>
            <w:rStyle w:val="Hypertextovodkaz"/>
            <w:noProof w:val="0"/>
          </w:rPr>
          <w:t>Prerovska@spravazeleznic.cz</w:t>
        </w:r>
      </w:hyperlink>
      <w:r w:rsidR="006F3778">
        <w:t xml:space="preserve"> </w:t>
      </w:r>
    </w:p>
    <w:p w14:paraId="32D39B6C" w14:textId="7688623E" w:rsidR="0035531B" w:rsidRDefault="0035531B" w:rsidP="006F3778">
      <w:pPr>
        <w:pStyle w:val="Textbezslovn"/>
        <w:ind w:left="2127" w:hanging="1390"/>
      </w:pPr>
      <w:r>
        <w:t xml:space="preserve">adresa: </w:t>
      </w:r>
      <w:r>
        <w:tab/>
      </w:r>
      <w:r w:rsidR="006F3778" w:rsidRPr="00A734F7">
        <w:t>Správa železnic, státní organizace, Stavební správa východ, Nerudova 1, 779 00 Olomouc</w:t>
      </w:r>
    </w:p>
    <w:p w14:paraId="7AFE4171" w14:textId="77777777" w:rsidR="0035531B" w:rsidRDefault="0035531B" w:rsidP="0035531B">
      <w:pPr>
        <w:pStyle w:val="Nadpis1-1"/>
      </w:pPr>
      <w:bookmarkStart w:id="7" w:name="_Toc14715371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04AD2732" w14:textId="09DDB64B" w:rsidR="006F3778" w:rsidRDefault="006F3778" w:rsidP="006F3778">
      <w:pPr>
        <w:pStyle w:val="Textbezslovn"/>
      </w:pPr>
      <w:r w:rsidRPr="006F3778">
        <w:t>Zvýšení bezpečnosti na železničních přejezdech a také zajištění větší spolehlivosti a technické úrovně železniční dopravní cesty.</w:t>
      </w:r>
    </w:p>
    <w:p w14:paraId="618BC9C5" w14:textId="500394DE" w:rsidR="0035531B" w:rsidRDefault="0035531B" w:rsidP="006F3778">
      <w:pPr>
        <w:pStyle w:val="Text1-1"/>
      </w:pPr>
      <w:r>
        <w:t>Předmět plnění veřejné zakázky</w:t>
      </w:r>
    </w:p>
    <w:p w14:paraId="5E3746DA" w14:textId="52F09C74" w:rsidR="006F3778" w:rsidRPr="00D83817" w:rsidRDefault="006F3778" w:rsidP="006F3778">
      <w:pPr>
        <w:spacing w:after="0" w:line="240" w:lineRule="auto"/>
        <w:ind w:left="709" w:firstLine="28"/>
        <w:rPr>
          <w:rFonts w:eastAsia="Times New Roman" w:cs="Arial"/>
          <w:color w:val="FF0000"/>
          <w:highlight w:val="green"/>
          <w:lang w:eastAsia="cs-CZ"/>
        </w:rPr>
      </w:pPr>
      <w:r w:rsidRPr="00E10324">
        <w:rPr>
          <w:rFonts w:eastAsia="Times New Roman" w:cs="Arial"/>
          <w:lang w:eastAsia="cs-CZ"/>
        </w:rPr>
        <w:t xml:space="preserve">Realizace </w:t>
      </w:r>
      <w:r w:rsidRPr="00D83817">
        <w:rPr>
          <w:rFonts w:eastAsia="Times New Roman" w:cs="Arial"/>
          <w:lang w:eastAsia="cs-CZ"/>
        </w:rPr>
        <w:t>stavby</w:t>
      </w:r>
      <w:r w:rsidRPr="00D83817">
        <w:rPr>
          <w:rFonts w:eastAsia="Times New Roman" w:cs="Arial"/>
          <w:color w:val="FF0000"/>
          <w:lang w:eastAsia="cs-CZ"/>
        </w:rPr>
        <w:t xml:space="preserve"> </w:t>
      </w:r>
      <w:r w:rsidRPr="00D83817">
        <w:rPr>
          <w:rFonts w:eastAsia="Times New Roman" w:cs="Arial"/>
          <w:lang w:eastAsia="cs-CZ"/>
        </w:rPr>
        <w:t>„</w:t>
      </w:r>
      <w:r w:rsidRPr="00D83817">
        <w:rPr>
          <w:rFonts w:eastAsia="Times New Roman" w:cs="Arial"/>
          <w:color w:val="000000"/>
          <w:lang w:eastAsia="cs-CZ"/>
        </w:rPr>
        <w:t>Rekonstrukce PZS přejezdu P7566 v km 72,988 trati Olomouc – Krnov“</w:t>
      </w:r>
    </w:p>
    <w:p w14:paraId="09A5FBCE" w14:textId="77777777" w:rsidR="006F3778" w:rsidRDefault="006F3778" w:rsidP="006F3778">
      <w:pPr>
        <w:spacing w:after="0" w:line="240" w:lineRule="auto"/>
        <w:ind w:left="209"/>
        <w:rPr>
          <w:rFonts w:eastAsia="Times New Roman" w:cs="Arial"/>
          <w:color w:val="FF0000"/>
          <w:highlight w:val="green"/>
          <w:lang w:eastAsia="cs-CZ"/>
        </w:rPr>
      </w:pPr>
    </w:p>
    <w:p w14:paraId="427E0306" w14:textId="3FB9C2D0" w:rsidR="001E1A3D" w:rsidRDefault="006F3778" w:rsidP="006F3778">
      <w:pPr>
        <w:pStyle w:val="Textbezslovn"/>
      </w:pPr>
      <w:r w:rsidRPr="007D2574">
        <w:rPr>
          <w:rFonts w:cs="Arial"/>
        </w:rPr>
        <w:t>Jedná se o vybudování nové technologie se závorami na přejezdu P7</w:t>
      </w:r>
      <w:r>
        <w:rPr>
          <w:rFonts w:cs="Arial"/>
        </w:rPr>
        <w:t>566</w:t>
      </w:r>
      <w:r w:rsidRPr="007D2574">
        <w:rPr>
          <w:rFonts w:cs="Arial"/>
        </w:rPr>
        <w:t xml:space="preserve"> v km 7</w:t>
      </w:r>
      <w:r>
        <w:rPr>
          <w:rFonts w:cs="Arial"/>
        </w:rPr>
        <w:t>2</w:t>
      </w:r>
      <w:r w:rsidRPr="007D2574">
        <w:rPr>
          <w:rFonts w:cs="Arial"/>
        </w:rPr>
        <w:t>,</w:t>
      </w:r>
      <w:r>
        <w:rPr>
          <w:rFonts w:cs="Arial"/>
        </w:rPr>
        <w:t>988</w:t>
      </w:r>
      <w:r w:rsidRPr="007D2574">
        <w:rPr>
          <w:rFonts w:cs="Arial"/>
        </w:rPr>
        <w:t>, který je v současnosti zabezpečen zabezpečovacím zařízením kategorie PZS 3SB</w:t>
      </w:r>
      <w:r>
        <w:rPr>
          <w:rFonts w:cs="Arial"/>
        </w:rPr>
        <w:t>L</w:t>
      </w:r>
      <w:r w:rsidRPr="007D2574">
        <w:rPr>
          <w:rFonts w:cs="Arial"/>
        </w:rPr>
        <w:t xml:space="preserve"> dle ČSN 34 2650 ed.2 s pozitivní signalizací</w:t>
      </w:r>
      <w:r>
        <w:rPr>
          <w:rFonts w:cs="Arial"/>
        </w:rPr>
        <w:t xml:space="preserve"> a na přejezdu P7698 v km 0,301</w:t>
      </w:r>
      <w:r>
        <w:t xml:space="preserve"> na trati Milotice nad Opavou – Vrbno pod Pradědem, který je v současné době zabezpečen výstražnými kříži. Technologie obou přejezdů bude umístěna v novém technologickém domku.</w:t>
      </w:r>
      <w:r w:rsidRPr="00AC15B6">
        <w:t xml:space="preserve"> </w:t>
      </w:r>
      <w:r>
        <w:t>Součástí stavby je rekonstrukce železničního svršku a spodku, včetně úpravy GPK a odvodnění, rekonstrukce přejezdové konstrukce a silniční komunikace v místě přejezdu.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C90570" w:rsidRDefault="0035531B" w:rsidP="006F6B09">
      <w:pPr>
        <w:pStyle w:val="Textbezslovn"/>
        <w:spacing w:after="0"/>
      </w:pPr>
      <w:r w:rsidRPr="00C90570">
        <w:t xml:space="preserve">CPV </w:t>
      </w:r>
      <w:proofErr w:type="gramStart"/>
      <w:r w:rsidRPr="00C90570">
        <w:t>kód  45234110</w:t>
      </w:r>
      <w:proofErr w:type="gramEnd"/>
      <w:r w:rsidRPr="00C90570">
        <w:t>-0 Výstavba meziměstských železničních drah</w:t>
      </w:r>
    </w:p>
    <w:p w14:paraId="6421176C" w14:textId="77777777" w:rsidR="00F0634D" w:rsidRPr="006B77B3" w:rsidRDefault="007C21AA" w:rsidP="00F0634D">
      <w:pPr>
        <w:pStyle w:val="Textbezslovn"/>
        <w:spacing w:after="0"/>
      </w:pPr>
      <w:r w:rsidRPr="00C90570">
        <w:t xml:space="preserve">CPV </w:t>
      </w:r>
      <w:proofErr w:type="gramStart"/>
      <w:r w:rsidRPr="00C90570">
        <w:t>kód  45234115</w:t>
      </w:r>
      <w:proofErr w:type="gramEnd"/>
      <w:r w:rsidRPr="00C90570">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47153712"/>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98D964A" w14:textId="1C68C286" w:rsidR="00D500B1" w:rsidRDefault="007354E9" w:rsidP="00C90570">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0B0AC4A7" w:rsidR="00EE50B6" w:rsidRPr="004F70A1" w:rsidRDefault="007354E9" w:rsidP="00C90570">
      <w:pPr>
        <w:pStyle w:val="Text1-1"/>
        <w:spacing w:after="0"/>
      </w:pPr>
      <w:r w:rsidRPr="004F70A1">
        <w:t xml:space="preserve">Předpokládaná hodnota veřejné zakázky činí </w:t>
      </w:r>
      <w:r w:rsidR="00C90570">
        <w:rPr>
          <w:b/>
        </w:rPr>
        <w:t>22 513 927,-</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4715371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45A48C5B" w:rsidR="00470B77" w:rsidRDefault="00FD39DE" w:rsidP="00EC5A88">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775A206"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EC5A88">
        <w:t xml:space="preserve">DUSP (projekt stavby), zpracovaná společností SB projekt s.r.o., se sídlem </w:t>
      </w:r>
      <w:r w:rsidR="00EC5A88" w:rsidRPr="004D568E">
        <w:t xml:space="preserve">Hodonín, </w:t>
      </w:r>
      <w:r w:rsidR="00EC5A88" w:rsidRPr="00C554B0">
        <w:t>Kasárenská 4063/4, PSČ 69501, IČO: 27767442</w:t>
      </w:r>
      <w:r w:rsidR="00EC5A88">
        <w:t>.</w:t>
      </w:r>
    </w:p>
    <w:p w14:paraId="43D1303E" w14:textId="042758B3" w:rsidR="0035531B" w:rsidRDefault="00FD39DE" w:rsidP="00EC5A88">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47153714"/>
      <w:r>
        <w:t>VYSVĚTLENÍ, ZMĚNY</w:t>
      </w:r>
      <w:r w:rsidR="00845C50">
        <w:t xml:space="preserve"> </w:t>
      </w:r>
      <w:r w:rsidR="00776A8A">
        <w:t>A</w:t>
      </w:r>
      <w:r w:rsidR="00845C50">
        <w:t> </w:t>
      </w:r>
      <w:r>
        <w:t>DOPLNĚNÍ ZADÁVACÍ DOKUMENTACE</w:t>
      </w:r>
      <w:bookmarkEnd w:id="10"/>
      <w:r>
        <w:t xml:space="preserve"> </w:t>
      </w:r>
    </w:p>
    <w:p w14:paraId="3A8E6C92" w14:textId="6FC1FA92"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EC5A88">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5A96EF26" w:rsidR="0035531B" w:rsidRDefault="00FD39DE" w:rsidP="00FD39DE">
      <w:pPr>
        <w:pStyle w:val="Text1-1"/>
      </w:pPr>
      <w:r w:rsidRPr="00FD39DE">
        <w:t xml:space="preserve">Zadavatel poskytne vysvětlení zadávací dokumentace nejpozději </w:t>
      </w:r>
      <w:r w:rsidRPr="00EC5A88">
        <w:t>do 2 pracovních</w:t>
      </w:r>
      <w:r w:rsidRPr="00FD39DE">
        <w:t xml:space="preserve">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C5A88">
        <w:t>nejméně</w:t>
      </w:r>
      <w:r w:rsidR="00CE5F6A" w:rsidRPr="00EC5A88">
        <w:t xml:space="preserve"> 2 </w:t>
      </w:r>
      <w:r w:rsidR="00693188" w:rsidRPr="00EC5A88">
        <w:t>pracovní</w:t>
      </w:r>
      <w:r w:rsidR="00693188">
        <w:t xml:space="preserve"> dny před uplynutím lhůty pro podání nabídek.</w:t>
      </w:r>
    </w:p>
    <w:p w14:paraId="33849454" w14:textId="5921B1A6" w:rsidR="0035531B" w:rsidRDefault="00FD39DE" w:rsidP="00EC5A88">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715371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3F691D0E" w:rsidR="0035531B" w:rsidRDefault="0035531B" w:rsidP="00EC5A88">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06F2E45" w14:textId="77777777" w:rsidR="00EC5A88" w:rsidRDefault="00EC5A88" w:rsidP="00EC5A88">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8A5ED0" w:rsidRDefault="0035531B" w:rsidP="00CC4380">
      <w:pPr>
        <w:pStyle w:val="Odrka1-2-"/>
      </w:pPr>
      <w:r w:rsidRPr="008A5ED0">
        <w:t>Revize, prohlídky</w:t>
      </w:r>
      <w:r w:rsidR="00845C50" w:rsidRPr="008A5ED0">
        <w:t xml:space="preserve"> a </w:t>
      </w:r>
      <w:r w:rsidRPr="008A5ED0">
        <w:t>zkoušky určených technických zařízení</w:t>
      </w:r>
      <w:r w:rsidR="00092CC9" w:rsidRPr="008A5ED0">
        <w:t xml:space="preserve"> v </w:t>
      </w:r>
      <w:r w:rsidRPr="008A5ED0">
        <w:t>provozu,</w:t>
      </w:r>
    </w:p>
    <w:p w14:paraId="04F4E806" w14:textId="03853155" w:rsidR="0035531B" w:rsidRPr="008A5ED0" w:rsidRDefault="0035531B" w:rsidP="00EC5A88">
      <w:pPr>
        <w:pStyle w:val="Odrka1-2-"/>
      </w:pPr>
      <w:r w:rsidRPr="008A5ED0">
        <w:t>Výkon zeměměřických činností</w:t>
      </w:r>
      <w:r w:rsidR="00EC5A88" w:rsidRPr="008A5ED0">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8A5ED0"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8A5ED0">
        <w:t xml:space="preserve">písm. </w:t>
      </w:r>
    </w:p>
    <w:p w14:paraId="24972CBD" w14:textId="4C5C193F" w:rsidR="00344A9C" w:rsidRPr="008A5ED0" w:rsidRDefault="00344A9C" w:rsidP="008A5ED0">
      <w:pPr>
        <w:pStyle w:val="Odrka1-1"/>
        <w:numPr>
          <w:ilvl w:val="0"/>
          <w:numId w:val="0"/>
        </w:numPr>
        <w:ind w:left="1190" w:firstLine="341"/>
        <w:rPr>
          <w:b/>
        </w:rPr>
      </w:pPr>
      <w:r w:rsidRPr="008A5ED0">
        <w:rPr>
          <w:b/>
        </w:rPr>
        <w:t xml:space="preserve">b) </w:t>
      </w:r>
      <w:r w:rsidRPr="008A5ED0">
        <w:t>dopravní stavby</w:t>
      </w:r>
    </w:p>
    <w:p w14:paraId="569C1790" w14:textId="77777777" w:rsidR="00344A9C" w:rsidRPr="008A5ED0" w:rsidRDefault="00344A9C" w:rsidP="00344A9C">
      <w:pPr>
        <w:pStyle w:val="Odrka1-1"/>
        <w:numPr>
          <w:ilvl w:val="0"/>
          <w:numId w:val="0"/>
        </w:numPr>
        <w:ind w:left="1190" w:firstLine="341"/>
        <w:rPr>
          <w:b/>
        </w:rPr>
      </w:pPr>
      <w:r w:rsidRPr="008A5ED0">
        <w:rPr>
          <w:b/>
        </w:rPr>
        <w:t xml:space="preserve">e) </w:t>
      </w:r>
      <w:r w:rsidRPr="008A5ED0">
        <w:t>technologická zařízení staveb</w:t>
      </w:r>
    </w:p>
    <w:p w14:paraId="3D40E566" w14:textId="70E176C8" w:rsidR="0035531B" w:rsidRPr="008A5ED0" w:rsidRDefault="0035531B" w:rsidP="00344A9C">
      <w:pPr>
        <w:pStyle w:val="Odrka1-2-"/>
        <w:numPr>
          <w:ilvl w:val="0"/>
          <w:numId w:val="0"/>
        </w:numPr>
        <w:ind w:left="1531"/>
      </w:pPr>
      <w:r w:rsidRPr="008A5ED0">
        <w:t>zákona č. 360/1992 Sb.,</w:t>
      </w:r>
      <w:r w:rsidR="00092CC9" w:rsidRPr="008A5ED0">
        <w:t xml:space="preserve"> o </w:t>
      </w:r>
      <w:r w:rsidRPr="008A5ED0">
        <w:t>výkonu povolání autorizovaných architektů</w:t>
      </w:r>
      <w:r w:rsidR="00845C50" w:rsidRPr="008A5ED0">
        <w:t xml:space="preserve"> a</w:t>
      </w:r>
      <w:r w:rsidR="00092CC9" w:rsidRPr="008A5ED0">
        <w:t xml:space="preserve"> o </w:t>
      </w:r>
      <w:r w:rsidRPr="008A5ED0">
        <w:t>výkonu povolání autorizovaných inženýrů</w:t>
      </w:r>
      <w:r w:rsidR="00845C50" w:rsidRPr="008A5ED0">
        <w:t xml:space="preserve"> a </w:t>
      </w:r>
      <w:r w:rsidRPr="008A5ED0">
        <w:t>techniků činných ve výstavbě, ve znění pozdějších předpisů</w:t>
      </w:r>
      <w:r w:rsidR="007476A8" w:rsidRPr="008A5ED0">
        <w:t xml:space="preserve"> (dále jen „autorizační zákon“)</w:t>
      </w:r>
      <w:r w:rsidRPr="008A5ED0">
        <w:t>.</w:t>
      </w:r>
    </w:p>
    <w:p w14:paraId="7DAD5E15" w14:textId="0D925098" w:rsidR="0035531B" w:rsidRPr="008A5ED0" w:rsidRDefault="008A5ED0" w:rsidP="00CC4380">
      <w:pPr>
        <w:pStyle w:val="Odrka1-2-"/>
      </w:pPr>
      <w:r w:rsidRPr="008A5ED0">
        <w:t xml:space="preserve">Zadavatel požaduje předložení autorizace pro ověřování výsledků zeměměřických činností v rozsahu dle § 16f odst. 1 písm. </w:t>
      </w:r>
      <w:r w:rsidRPr="008A5ED0">
        <w:rPr>
          <w:rStyle w:val="Tun9b"/>
        </w:rPr>
        <w:t xml:space="preserve">a) </w:t>
      </w:r>
      <w:r w:rsidRPr="008A5ED0">
        <w:rPr>
          <w:rStyle w:val="Tun9b"/>
          <w:b w:val="0"/>
        </w:rPr>
        <w:t>a</w:t>
      </w:r>
      <w:r w:rsidRPr="008A5ED0">
        <w:rPr>
          <w:rStyle w:val="Tun9b"/>
        </w:rPr>
        <w:t> c)</w:t>
      </w:r>
      <w:r w:rsidRPr="008A5ED0">
        <w:t xml:space="preserve"> zákona č. 200/1994 Sb., o zeměměřictví a o změně a doplnění některých zákonů souvisejících s jeho zavedením, ve znění pozdějších předpisů.</w:t>
      </w:r>
    </w:p>
    <w:p w14:paraId="201EBDF5" w14:textId="4BE68BFD" w:rsidR="00344A9C" w:rsidRPr="008A5ED0" w:rsidRDefault="00344A9C" w:rsidP="008A5ED0">
      <w:pPr>
        <w:pStyle w:val="Odrka1-2-"/>
        <w:numPr>
          <w:ilvl w:val="0"/>
          <w:numId w:val="0"/>
        </w:numPr>
        <w:ind w:left="1531" w:hanging="454"/>
      </w:pPr>
    </w:p>
    <w:p w14:paraId="566A2277" w14:textId="77777777" w:rsidR="0035531B" w:rsidRDefault="00FD4743" w:rsidP="00CC4380">
      <w:pPr>
        <w:pStyle w:val="Textbezslovn"/>
        <w:ind w:left="1077"/>
      </w:pPr>
      <w:r w:rsidRPr="008A5ED0">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w:t>
      </w:r>
      <w:r w:rsidRPr="00FD4743">
        <w:t xml:space="preserve">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14BACF0"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8A5ED0">
        <w:t xml:space="preserve"> nebo</w:t>
      </w:r>
      <w:r w:rsidR="00F6113F">
        <w:t xml:space="preserve"> rekonstrukce</w:t>
      </w:r>
      <w:r w:rsidR="00BC12B5">
        <w:t xml:space="preserve"> </w:t>
      </w:r>
      <w:r>
        <w:t xml:space="preserve">na </w:t>
      </w:r>
      <w:r w:rsidRPr="008A5ED0">
        <w:t xml:space="preserve">stavbách železničních drah </w:t>
      </w:r>
      <w:r w:rsidR="008A5ED0" w:rsidRPr="008A5ED0">
        <w:t>celostátních či regionálních</w:t>
      </w:r>
      <w:r w:rsidRPr="008A5ED0">
        <w:t xml:space="preserve">, jak jsou vymezeny v § 5 odst. 1 a v § 3 odst. 1 </w:t>
      </w:r>
      <w:r w:rsidR="008A5ED0" w:rsidRPr="008A5ED0">
        <w:t>písm. a) a b)</w:t>
      </w:r>
      <w:r w:rsidRPr="008A5ED0">
        <w:t xml:space="preserve"> zákona č. 266/1994 Sb., o dráhách, ve znění pozdějších předpisů</w:t>
      </w:r>
      <w:r w:rsidR="00F6113F" w:rsidRPr="008A5ED0">
        <w:t xml:space="preserve">, </w:t>
      </w:r>
      <w:r w:rsidR="00373447" w:rsidRPr="008A5ED0">
        <w:t xml:space="preserve">poskytnutých dodavatelem </w:t>
      </w:r>
      <w:r w:rsidRPr="008A5ED0">
        <w:t>za posledních 5 let před zahájením výběrového řízení (dále jako</w:t>
      </w:r>
      <w:r>
        <w:t xml:space="preserve"> „</w:t>
      </w:r>
      <w:r w:rsidRPr="00F95A2C">
        <w:rPr>
          <w:b/>
        </w:rPr>
        <w:t>stavební práce</w:t>
      </w:r>
      <w:r>
        <w:t xml:space="preserve">“). </w:t>
      </w:r>
    </w:p>
    <w:p w14:paraId="3EB7C826" w14:textId="12BA9041" w:rsidR="008A5ED0" w:rsidRPr="00E36F6F" w:rsidRDefault="008A5ED0" w:rsidP="008A5ED0">
      <w:pPr>
        <w:spacing w:after="120" w:line="240" w:lineRule="auto"/>
        <w:ind w:left="737"/>
        <w:jc w:val="both"/>
      </w:pPr>
      <w:r w:rsidRPr="00E36F6F">
        <w:t xml:space="preserve">Zadavatel požaduje, aby dodavatel předložil i </w:t>
      </w:r>
      <w:r w:rsidRPr="00E36F6F">
        <w:rPr>
          <w:b/>
        </w:rPr>
        <w:t>osvědčení</w:t>
      </w:r>
      <w:r w:rsidRPr="00E36F6F">
        <w:t xml:space="preserve"> objednatelů o řádném poskytnutí a dokončení stavebních prací. Zadavatel požaduje, aby dodavatel </w:t>
      </w:r>
      <w:r w:rsidRPr="00E36F6F">
        <w:lastRenderedPageBreak/>
        <w:t xml:space="preserve">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Pr>
          <w:b/>
        </w:rPr>
        <w:t>22 000 000,-</w:t>
      </w:r>
      <w:r w:rsidRPr="00E36F6F">
        <w:rPr>
          <w:b/>
        </w:rPr>
        <w:t xml:space="preserve"> Kč</w:t>
      </w:r>
      <w:r w:rsidRPr="00E36F6F">
        <w:t xml:space="preserve"> bez DPH, </w:t>
      </w:r>
      <w:r w:rsidRPr="00E36F6F">
        <w:rPr>
          <w:b/>
        </w:rPr>
        <w:t>jejichž součástí byla</w:t>
      </w:r>
      <w:r w:rsidRPr="00E36F6F">
        <w:t xml:space="preserve"> </w:t>
      </w:r>
      <w:r w:rsidRPr="00E36F6F">
        <w:rPr>
          <w:b/>
        </w:rPr>
        <w:t>novostavba nebo rekonstrukce přejezdového zabezpečovacího zařízení (dále jen „PZZ“)</w:t>
      </w:r>
      <w:r w:rsidRPr="00E36F6F">
        <w:t xml:space="preserve">. </w:t>
      </w:r>
    </w:p>
    <w:p w14:paraId="2B863C0A" w14:textId="64434D1D" w:rsidR="008A5ED0" w:rsidRPr="00E36F6F" w:rsidRDefault="008A5ED0" w:rsidP="008A5ED0">
      <w:pPr>
        <w:spacing w:after="120" w:line="240" w:lineRule="auto"/>
        <w:ind w:left="737"/>
        <w:jc w:val="both"/>
      </w:pPr>
      <w:r w:rsidRPr="00E36F6F">
        <w:rPr>
          <w:rFonts w:eastAsia="Times New Roman" w:cs="Calibri"/>
          <w:lang w:eastAsia="cs-CZ"/>
        </w:rPr>
        <w:t>Zadavatel</w:t>
      </w:r>
      <w:r w:rsidRPr="00E36F6F">
        <w:rPr>
          <w:rFonts w:eastAsia="Times New Roman" w:cs="Times New Roman"/>
          <w:lang w:eastAsia="cs-CZ"/>
        </w:rPr>
        <w:t xml:space="preserve"> dále požaduje, aby hodnota</w:t>
      </w:r>
      <w:r w:rsidRPr="00E36F6F">
        <w:rPr>
          <w:rFonts w:eastAsia="Times New Roman" w:cs="Calibri"/>
          <w:lang w:eastAsia="cs-CZ"/>
        </w:rPr>
        <w:t xml:space="preserve"> </w:t>
      </w:r>
      <w:r w:rsidRPr="00E36F6F">
        <w:rPr>
          <w:rFonts w:eastAsia="Times New Roman" w:cs="Times New Roman"/>
          <w:lang w:eastAsia="cs-CZ"/>
        </w:rPr>
        <w:t xml:space="preserve">plnění spočívajícího v novostavbě nebo rekonstrukci PZZ v těchto stavebních pracích činila v součtu alespoň </w:t>
      </w:r>
      <w:r>
        <w:rPr>
          <w:rFonts w:eastAsia="Times New Roman" w:cs="Times New Roman"/>
          <w:b/>
          <w:bCs/>
          <w:lang w:eastAsia="cs-CZ"/>
        </w:rPr>
        <w:t>7</w:t>
      </w:r>
      <w:r>
        <w:rPr>
          <w:rFonts w:eastAsia="Times New Roman" w:cs="Times New Roman"/>
          <w:b/>
          <w:color w:val="FF0000"/>
          <w:lang w:eastAsia="cs-CZ"/>
        </w:rPr>
        <w:t> </w:t>
      </w:r>
      <w:r w:rsidRPr="008A5ED0">
        <w:rPr>
          <w:rFonts w:eastAsia="Times New Roman" w:cs="Times New Roman"/>
          <w:b/>
          <w:lang w:eastAsia="cs-CZ"/>
        </w:rPr>
        <w:t>000 000,-</w:t>
      </w:r>
      <w:r w:rsidRPr="008A5ED0">
        <w:rPr>
          <w:rFonts w:eastAsia="Times New Roman" w:cs="Times New Roman"/>
          <w:lang w:eastAsia="cs-CZ"/>
        </w:rPr>
        <w:t xml:space="preserve"> </w:t>
      </w:r>
      <w:r w:rsidRPr="00E36F6F">
        <w:rPr>
          <w:rFonts w:eastAsia="Times New Roman" w:cs="Times New Roman"/>
          <w:b/>
          <w:lang w:eastAsia="cs-CZ"/>
        </w:rPr>
        <w:t>Kč</w:t>
      </w:r>
      <w:r w:rsidRPr="00E36F6F">
        <w:rPr>
          <w:rFonts w:eastAsia="Times New Roman" w:cs="Times New Roman"/>
          <w:lang w:eastAsia="cs-CZ"/>
        </w:rPr>
        <w:t xml:space="preserve"> bez DPH (částka </w:t>
      </w:r>
      <w:r>
        <w:rPr>
          <w:rFonts w:eastAsia="Times New Roman" w:cs="Times New Roman"/>
          <w:lang w:eastAsia="cs-CZ"/>
        </w:rPr>
        <w:t>7 000 000,-</w:t>
      </w:r>
      <w:r w:rsidRPr="00E36F6F">
        <w:rPr>
          <w:rFonts w:eastAsia="Times New Roman" w:cs="Times New Roman"/>
          <w:lang w:eastAsia="cs-CZ"/>
        </w:rPr>
        <w:t xml:space="preserve"> Kč bez DPH se vztahuje k hodnotě novostavby nebo </w:t>
      </w:r>
      <w:r w:rsidRPr="005C7BFE">
        <w:rPr>
          <w:rFonts w:eastAsia="Times New Roman" w:cs="Times New Roman"/>
          <w:lang w:eastAsia="cs-CZ"/>
        </w:rPr>
        <w:t>rekonstrukce</w:t>
      </w:r>
      <w:r w:rsidR="009164F3" w:rsidRPr="005C7BFE">
        <w:rPr>
          <w:rFonts w:eastAsia="Times New Roman" w:cs="Times New Roman"/>
          <w:lang w:eastAsia="cs-CZ"/>
        </w:rPr>
        <w:t xml:space="preserve"> PZZ</w:t>
      </w:r>
      <w:r w:rsidRPr="005C7BFE">
        <w:rPr>
          <w:rFonts w:eastAsia="Times New Roman" w:cs="Times New Roman"/>
          <w:lang w:eastAsia="cs-CZ"/>
        </w:rPr>
        <w:t>, nikoli</w:t>
      </w:r>
      <w:r w:rsidRPr="00E36F6F">
        <w:rPr>
          <w:rFonts w:eastAsia="Times New Roman" w:cs="Times New Roman"/>
          <w:lang w:eastAsia="cs-CZ"/>
        </w:rPr>
        <w:t xml:space="preserve"> k hodnotě stavebních prací, tj. zakázek jako celku) s tím, že u každé jednotlivé stavební práce musí hodnota</w:t>
      </w:r>
      <w:r w:rsidRPr="00E36F6F">
        <w:rPr>
          <w:rFonts w:eastAsia="Times New Roman" w:cs="Calibri"/>
          <w:lang w:eastAsia="cs-CZ"/>
        </w:rPr>
        <w:t xml:space="preserve"> </w:t>
      </w:r>
      <w:r w:rsidRPr="00E36F6F">
        <w:rPr>
          <w:rFonts w:eastAsia="Times New Roman" w:cs="Times New Roman"/>
          <w:lang w:eastAsia="cs-CZ"/>
        </w:rPr>
        <w:t xml:space="preserve">plnění spočívajícího v novostavbě nebo rekonstrukci PZZ v těchto stavebních pracích činit alespoň </w:t>
      </w:r>
      <w:r>
        <w:rPr>
          <w:rFonts w:eastAsia="Times New Roman" w:cs="Times New Roman"/>
          <w:b/>
          <w:lang w:eastAsia="cs-CZ"/>
        </w:rPr>
        <w:t>4 500 000,-</w:t>
      </w:r>
      <w:r w:rsidRPr="00E36F6F">
        <w:rPr>
          <w:rFonts w:eastAsia="Times New Roman" w:cs="Times New Roman"/>
          <w:lang w:eastAsia="cs-CZ"/>
        </w:rPr>
        <w:t xml:space="preserve"> </w:t>
      </w:r>
      <w:r w:rsidRPr="00E36F6F">
        <w:rPr>
          <w:rFonts w:eastAsia="Times New Roman" w:cs="Times New Roman"/>
          <w:b/>
          <w:lang w:eastAsia="cs-CZ"/>
        </w:rPr>
        <w:t>Kč</w:t>
      </w:r>
      <w:r w:rsidRPr="00E36F6F">
        <w:rPr>
          <w:rFonts w:eastAsia="Times New Roman" w:cs="Times New Roman"/>
          <w:lang w:eastAsia="cs-CZ"/>
        </w:rPr>
        <w:t xml:space="preserve"> bez DPH.</w:t>
      </w:r>
      <w:r w:rsidRPr="00E36F6F">
        <w:t xml:space="preserve"> Hodnotou stavebních prací se </w:t>
      </w:r>
      <w:r w:rsidRPr="00E36F6F">
        <w:rPr>
          <w:rFonts w:cs="Arial"/>
          <w:iCs/>
        </w:rPr>
        <w:t>pro účely posouzení splnění kritérií technické kvalifikace</w:t>
      </w:r>
      <w:r w:rsidRPr="00E36F6F">
        <w:t xml:space="preserve"> rozumí cena, za kterou dodavatel provedl předmětné stavební práce; tato cena nebude upravována o míru inflace tak, aby odpovídala současným hodnotám stavebních prací.</w:t>
      </w:r>
    </w:p>
    <w:p w14:paraId="4C5C972A" w14:textId="57BA0421" w:rsidR="00F95A2C" w:rsidRDefault="008A5ED0" w:rsidP="008A5ED0">
      <w:pPr>
        <w:pStyle w:val="Textbezslovn"/>
      </w:pPr>
      <w:r w:rsidRPr="00E36F6F">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1018C4B9" w14:textId="27E3879C" w:rsidR="002A1957" w:rsidRDefault="002A1957" w:rsidP="002A1957">
      <w:pPr>
        <w:pStyle w:val="Textbezslovn"/>
        <w:rPr>
          <w:highlight w:val="green"/>
        </w:rPr>
      </w:pP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E414F">
        <w:t>koleje  a</w:t>
      </w:r>
      <w:proofErr w:type="gramEnd"/>
      <w:r w:rsidRPr="00BE414F">
        <w:t>/nebo čištění kolejového/štěrkového lože.</w:t>
      </w:r>
    </w:p>
    <w:p w14:paraId="1CC892AB" w14:textId="32B756AF"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8A5ED0">
        <w:t xml:space="preserve">posledních </w:t>
      </w:r>
      <w:r w:rsidRPr="008A5ED0">
        <w:t xml:space="preserve">5 let </w:t>
      </w:r>
      <w:r w:rsidR="0087311C" w:rsidRPr="008A5ED0">
        <w:t xml:space="preserve">před zahájením výběrového řízení </w:t>
      </w:r>
      <w:r w:rsidRPr="008A5ED0">
        <w:t xml:space="preserve">se </w:t>
      </w:r>
      <w:r w:rsidR="0087311C" w:rsidRPr="008A5ED0">
        <w:t xml:space="preserve">pro účely prokázání technické kvalifikace ohledně referenčních zakázek </w:t>
      </w:r>
      <w:r w:rsidRPr="008A5ED0">
        <w:t xml:space="preserve">považuje za splněnou, pokud byly stavební práce </w:t>
      </w:r>
      <w:r w:rsidR="0087311C" w:rsidRPr="008A5ED0">
        <w:t xml:space="preserve">dokončeny </w:t>
      </w:r>
      <w:r w:rsidRPr="008A5ED0">
        <w:t>v průběhu této doby</w:t>
      </w:r>
      <w:r w:rsidR="0087311C" w:rsidRPr="008A5ED0">
        <w:t xml:space="preserve"> nebo kdykoli po zahájení výběrového řízení, včetně doby po podání nabídek, a to nejpozději do doby zadavatelem případně stanovené k předložení údajů a dokladů dle bodu 16.3 této Výzvy. P</w:t>
      </w:r>
      <w:r w:rsidRPr="008A5ED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A5ED0">
        <w:t xml:space="preserve">pro účely prokázání technické kvalifikace v tomto výběrovém řízení </w:t>
      </w:r>
      <w:r w:rsidRPr="008A5ED0">
        <w:t xml:space="preserve">rozumí </w:t>
      </w:r>
      <w:r w:rsidR="000E15C8" w:rsidRPr="008A5ED0">
        <w:t xml:space="preserve">i </w:t>
      </w:r>
      <w:r w:rsidRPr="008A5ED0">
        <w:t>uvedení díla</w:t>
      </w:r>
      <w:r w:rsidR="000E15C8" w:rsidRPr="008A5ED0">
        <w:t>, resp. poslední části</w:t>
      </w:r>
      <w:r w:rsidR="00560665" w:rsidRPr="008A5ED0">
        <w:t xml:space="preserve"> stavební práce</w:t>
      </w:r>
      <w:r w:rsidR="000E15C8" w:rsidRPr="008A5ED0">
        <w:t>,</w:t>
      </w:r>
      <w:r w:rsidRPr="008A5ED0">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CC5B59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61018A">
        <w:t>autorizovaného</w:t>
      </w:r>
      <w:r>
        <w:t xml:space="preserve"> zeměměřického inženýra, může být za účelem splnění kvalifikace doložena pouze jedna fyzická osoba. Jednotlivé požadavky na kvalifikační kritéria u každé jednotlivé funkce tedy, s výjimkou </w:t>
      </w:r>
      <w:r w:rsidR="0061018A">
        <w:t>autorizovaného</w:t>
      </w:r>
      <w:r>
        <w:t xml:space="preserve">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w:t>
      </w:r>
      <w:r w:rsidR="0061018A">
        <w:t>autorizovaného</w:t>
      </w:r>
      <w:r w:rsidR="000C3CD6">
        <w:t xml:space="preserve">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565E8C7D" w14:textId="36B4A20F" w:rsidR="00AF4A09" w:rsidRDefault="00AF4A09" w:rsidP="0061018A">
      <w:pPr>
        <w:pStyle w:val="Textbezslovn"/>
        <w:ind w:left="0"/>
      </w:pPr>
    </w:p>
    <w:p w14:paraId="044069D6" w14:textId="3E021A26" w:rsidR="0035531B" w:rsidRPr="0061018A" w:rsidRDefault="0035531B" w:rsidP="0061018A">
      <w:pPr>
        <w:pStyle w:val="Odstavec1-1a"/>
        <w:numPr>
          <w:ilvl w:val="0"/>
          <w:numId w:val="22"/>
        </w:numPr>
        <w:rPr>
          <w:rStyle w:val="Tun9b"/>
        </w:rPr>
      </w:pPr>
      <w:r w:rsidRPr="0061018A">
        <w:rPr>
          <w:rStyle w:val="Tun9b"/>
        </w:rPr>
        <w:t>stavbyvedoucí</w:t>
      </w:r>
    </w:p>
    <w:p w14:paraId="5D013D3E" w14:textId="77777777" w:rsidR="0035531B" w:rsidRPr="0061018A" w:rsidRDefault="0035531B" w:rsidP="00930B79">
      <w:pPr>
        <w:pStyle w:val="Odrka1-2-"/>
      </w:pPr>
      <w:r w:rsidRPr="0061018A">
        <w:t>nejméně 5 let praxe</w:t>
      </w:r>
      <w:r w:rsidR="00092CC9" w:rsidRPr="0061018A">
        <w:t xml:space="preserve"> v </w:t>
      </w:r>
      <w:r w:rsidRPr="0061018A">
        <w:t xml:space="preserve">řízení provádění staveb železničních drah; </w:t>
      </w:r>
    </w:p>
    <w:p w14:paraId="13976A36" w14:textId="43E80DFC" w:rsidR="0035531B" w:rsidRPr="0061018A" w:rsidRDefault="00AF4A09" w:rsidP="00AF4A09">
      <w:pPr>
        <w:pStyle w:val="Odrka1-2-"/>
      </w:pPr>
      <w:r w:rsidRPr="0061018A">
        <w:t xml:space="preserve">zkušenost s řízením realizace alespoň jedné zakázky </w:t>
      </w:r>
      <w:r w:rsidR="00642162" w:rsidRPr="0061018A">
        <w:t>na stavební práce, jež zahrnovala novostavbu</w:t>
      </w:r>
      <w:r w:rsidR="0061018A" w:rsidRPr="0061018A">
        <w:t xml:space="preserve"> nebo</w:t>
      </w:r>
      <w:r w:rsidR="00642162" w:rsidRPr="0061018A">
        <w:t xml:space="preserve"> rekonstrukci </w:t>
      </w:r>
      <w:r w:rsidRPr="0061018A">
        <w:t xml:space="preserve">stavby železničních drah v hodnotě nejméně </w:t>
      </w:r>
      <w:r w:rsidR="0061018A" w:rsidRPr="0061018A">
        <w:rPr>
          <w:b/>
          <w:bCs/>
        </w:rPr>
        <w:t>11 000 000,-</w:t>
      </w:r>
      <w:r w:rsidRPr="0061018A">
        <w:t xml:space="preserve"> </w:t>
      </w:r>
      <w:r w:rsidRPr="0061018A">
        <w:rPr>
          <w:b/>
        </w:rPr>
        <w:t xml:space="preserve">Kč </w:t>
      </w:r>
      <w:r w:rsidRPr="0061018A">
        <w:t xml:space="preserve">bez DPH, a to v posledních 10 letech před zahájením </w:t>
      </w:r>
      <w:r w:rsidRPr="0061018A">
        <w:lastRenderedPageBreak/>
        <w:t>výběrového řízení</w:t>
      </w:r>
      <w:r w:rsidR="0061018A" w:rsidRPr="0061018A">
        <w:t xml:space="preserve">, </w:t>
      </w:r>
      <w:r w:rsidR="0061018A" w:rsidRPr="0061018A">
        <w:rPr>
          <w:b/>
          <w:bCs/>
        </w:rPr>
        <w:t>jejichž součástí byla novostavba nebo rekonstrukce PZZ</w:t>
      </w:r>
      <w:r w:rsidR="0035531B" w:rsidRPr="0061018A">
        <w:t>;</w:t>
      </w:r>
    </w:p>
    <w:p w14:paraId="32D268AB" w14:textId="45F7939E" w:rsidR="0035531B" w:rsidRPr="0061018A" w:rsidRDefault="0035531B" w:rsidP="00AD1771">
      <w:pPr>
        <w:pStyle w:val="Odrka1-2-"/>
      </w:pPr>
      <w:r w:rsidRPr="0061018A">
        <w:t>musí předložit doklad</w:t>
      </w:r>
      <w:r w:rsidR="00092CC9" w:rsidRPr="0061018A">
        <w:t xml:space="preserve"> o </w:t>
      </w:r>
      <w:r w:rsidRPr="0061018A">
        <w:t>autorizaci</w:t>
      </w:r>
      <w:r w:rsidR="00092CC9" w:rsidRPr="0061018A">
        <w:t xml:space="preserve"> v </w:t>
      </w:r>
      <w:r w:rsidRPr="0061018A">
        <w:t xml:space="preserve">rozsahu dle § 5 odst. 3 písm. </w:t>
      </w:r>
      <w:r w:rsidRPr="0061018A">
        <w:rPr>
          <w:b/>
          <w:bCs/>
        </w:rPr>
        <w:t>b)</w:t>
      </w:r>
      <w:r w:rsidRPr="0061018A">
        <w:t xml:space="preserve"> </w:t>
      </w:r>
      <w:r w:rsidR="0061018A" w:rsidRPr="0061018A">
        <w:t xml:space="preserve">nebo </w:t>
      </w:r>
      <w:r w:rsidR="0061018A" w:rsidRPr="0061018A">
        <w:rPr>
          <w:b/>
          <w:bCs/>
        </w:rPr>
        <w:t>e)</w:t>
      </w:r>
      <w:r w:rsidRPr="0061018A">
        <w:t xml:space="preserve"> </w:t>
      </w:r>
      <w:r w:rsidR="007476A8" w:rsidRPr="0061018A">
        <w:t xml:space="preserve">autorizačního </w:t>
      </w:r>
      <w:r w:rsidRPr="0061018A">
        <w:t>zákona, tedy</w:t>
      </w:r>
      <w:r w:rsidR="00092CC9" w:rsidRPr="0061018A">
        <w:t xml:space="preserve"> v </w:t>
      </w:r>
      <w:r w:rsidRPr="0061018A">
        <w:t xml:space="preserve">oboru </w:t>
      </w:r>
      <w:r w:rsidRPr="0061018A">
        <w:rPr>
          <w:b/>
          <w:bCs/>
        </w:rPr>
        <w:t>dopravní stavby</w:t>
      </w:r>
      <w:r w:rsidRPr="0061018A">
        <w:t xml:space="preserve"> </w:t>
      </w:r>
      <w:r w:rsidR="0061018A" w:rsidRPr="0061018A">
        <w:t xml:space="preserve">nebo </w:t>
      </w:r>
      <w:r w:rsidR="0061018A" w:rsidRPr="0061018A">
        <w:rPr>
          <w:b/>
          <w:bCs/>
        </w:rPr>
        <w:t>technologická zařízení staveb</w:t>
      </w:r>
      <w:r w:rsidRPr="0061018A">
        <w:t>;</w:t>
      </w:r>
    </w:p>
    <w:p w14:paraId="4D0633CC" w14:textId="77777777" w:rsidR="0035531B" w:rsidRPr="0061018A" w:rsidRDefault="0035531B" w:rsidP="00930B79">
      <w:pPr>
        <w:pStyle w:val="Odstavec1-1a"/>
        <w:rPr>
          <w:rStyle w:val="Tun9b"/>
        </w:rPr>
      </w:pPr>
      <w:r w:rsidRPr="0061018A">
        <w:rPr>
          <w:rStyle w:val="Tun9b"/>
        </w:rPr>
        <w:t>zástupce stavbyvedoucího</w:t>
      </w:r>
    </w:p>
    <w:p w14:paraId="08FEC7B1" w14:textId="45E6FC19" w:rsidR="0035531B" w:rsidRPr="0061018A" w:rsidRDefault="0035531B" w:rsidP="00930B79">
      <w:pPr>
        <w:pStyle w:val="Odrka1-2-"/>
      </w:pPr>
      <w:r w:rsidRPr="0061018A">
        <w:t>nejméně 5 let praxe</w:t>
      </w:r>
      <w:r w:rsidR="00092CC9" w:rsidRPr="0061018A">
        <w:t xml:space="preserve"> v </w:t>
      </w:r>
      <w:r w:rsidRPr="0061018A">
        <w:t>provádění staveb železničních drah;</w:t>
      </w:r>
    </w:p>
    <w:p w14:paraId="313F7F16" w14:textId="02A3A51A" w:rsidR="0035531B" w:rsidRPr="0061018A" w:rsidRDefault="0035531B" w:rsidP="00930B79">
      <w:pPr>
        <w:pStyle w:val="Odrka1-2-"/>
      </w:pPr>
      <w:r w:rsidRPr="0061018A">
        <w:t>musí předložit doklad</w:t>
      </w:r>
      <w:r w:rsidR="00092CC9" w:rsidRPr="0061018A">
        <w:t xml:space="preserve"> o </w:t>
      </w:r>
      <w:r w:rsidRPr="0061018A">
        <w:t>autorizaci</w:t>
      </w:r>
      <w:r w:rsidR="00092CC9" w:rsidRPr="0061018A">
        <w:t xml:space="preserve"> v </w:t>
      </w:r>
      <w:r w:rsidRPr="0061018A">
        <w:t xml:space="preserve">rozsahu dle § 5 odst. 3 písm. </w:t>
      </w:r>
      <w:r w:rsidRPr="0061018A">
        <w:rPr>
          <w:b/>
          <w:bCs/>
        </w:rPr>
        <w:t>b)</w:t>
      </w:r>
      <w:r w:rsidRPr="0061018A">
        <w:t xml:space="preserve"> </w:t>
      </w:r>
      <w:r w:rsidR="0061018A" w:rsidRPr="0061018A">
        <w:t xml:space="preserve">nebo </w:t>
      </w:r>
      <w:r w:rsidR="0061018A" w:rsidRPr="0061018A">
        <w:rPr>
          <w:b/>
          <w:bCs/>
        </w:rPr>
        <w:t>e)</w:t>
      </w:r>
      <w:r w:rsidR="0061018A" w:rsidRPr="0061018A">
        <w:t xml:space="preserve"> </w:t>
      </w:r>
      <w:r w:rsidRPr="0061018A">
        <w:t>autorizačního zákona, tedy</w:t>
      </w:r>
      <w:r w:rsidR="00092CC9" w:rsidRPr="0061018A">
        <w:t xml:space="preserve"> v </w:t>
      </w:r>
      <w:r w:rsidRPr="0061018A">
        <w:t xml:space="preserve">oboru </w:t>
      </w:r>
      <w:r w:rsidRPr="0061018A">
        <w:rPr>
          <w:b/>
          <w:bCs/>
        </w:rPr>
        <w:t>dopravní stavby</w:t>
      </w:r>
      <w:r w:rsidRPr="0061018A">
        <w:t xml:space="preserve"> </w:t>
      </w:r>
      <w:r w:rsidR="0061018A" w:rsidRPr="0061018A">
        <w:t xml:space="preserve">nebo </w:t>
      </w:r>
      <w:r w:rsidR="0061018A" w:rsidRPr="0061018A">
        <w:rPr>
          <w:b/>
          <w:bCs/>
        </w:rPr>
        <w:t>technologická zařízení staveb</w:t>
      </w:r>
      <w:r w:rsidRPr="0061018A">
        <w:t>;</w:t>
      </w:r>
    </w:p>
    <w:p w14:paraId="6BFB38C9" w14:textId="77777777" w:rsidR="0035531B" w:rsidRPr="0061018A" w:rsidRDefault="0035531B" w:rsidP="00930B79">
      <w:pPr>
        <w:pStyle w:val="Odstavec1-1a"/>
        <w:rPr>
          <w:rStyle w:val="Tun9b"/>
        </w:rPr>
      </w:pPr>
      <w:r w:rsidRPr="0061018A">
        <w:rPr>
          <w:rStyle w:val="Tun9b"/>
        </w:rPr>
        <w:t>specialista (vedoucí prací) na železniční svršek</w:t>
      </w:r>
      <w:r w:rsidR="00AF4A09" w:rsidRPr="0061018A">
        <w:rPr>
          <w:rStyle w:val="Tun9b"/>
        </w:rPr>
        <w:t xml:space="preserve"> a spodek</w:t>
      </w:r>
      <w:r w:rsidRPr="0061018A">
        <w:rPr>
          <w:rStyle w:val="Tun9b"/>
        </w:rPr>
        <w:t xml:space="preserve"> </w:t>
      </w:r>
    </w:p>
    <w:p w14:paraId="662C075E" w14:textId="77777777" w:rsidR="0035531B" w:rsidRPr="0061018A" w:rsidRDefault="0035531B" w:rsidP="00930B79">
      <w:pPr>
        <w:pStyle w:val="Odrka1-2-"/>
      </w:pPr>
      <w:r w:rsidRPr="0061018A">
        <w:t>nejméně 5 let praxe</w:t>
      </w:r>
      <w:r w:rsidR="00092CC9" w:rsidRPr="0061018A">
        <w:t xml:space="preserve"> v </w:t>
      </w:r>
      <w:r w:rsidRPr="0061018A">
        <w:t xml:space="preserve">oboru své specializace </w:t>
      </w:r>
      <w:r w:rsidR="00B07880" w:rsidRPr="0061018A">
        <w:t xml:space="preserve">(železniční svršek a spodek) </w:t>
      </w:r>
      <w:r w:rsidRPr="0061018A">
        <w:t>při provádění staveb;</w:t>
      </w:r>
    </w:p>
    <w:p w14:paraId="74402549" w14:textId="6C2D10AB" w:rsidR="0061018A" w:rsidRPr="00ED1129" w:rsidRDefault="0061018A" w:rsidP="00ED1129">
      <w:pPr>
        <w:pStyle w:val="Odrka1-2-"/>
      </w:pPr>
      <w:r w:rsidRPr="0061018A">
        <w:t xml:space="preserve">musí předložit doklad o autorizaci v rozsahu dle § 5 odst. 3 písm. </w:t>
      </w:r>
      <w:r w:rsidRPr="0061018A">
        <w:rPr>
          <w:b/>
        </w:rPr>
        <w:t>b)</w:t>
      </w:r>
      <w:r w:rsidRPr="0061018A">
        <w:t xml:space="preserve"> </w:t>
      </w:r>
      <w:r w:rsidRPr="00ED1129">
        <w:t xml:space="preserve">autorizačního zákona, tedy v oboru </w:t>
      </w:r>
      <w:r w:rsidRPr="00ED1129">
        <w:rPr>
          <w:b/>
        </w:rPr>
        <w:t>dopravní stavby</w:t>
      </w:r>
      <w:r w:rsidRPr="00ED1129">
        <w:t>;</w:t>
      </w:r>
    </w:p>
    <w:p w14:paraId="4B856CAB" w14:textId="77777777" w:rsidR="0035531B" w:rsidRPr="00ED1129" w:rsidRDefault="0035531B" w:rsidP="008B2021">
      <w:pPr>
        <w:pStyle w:val="Odstavec1-1a"/>
        <w:rPr>
          <w:rStyle w:val="Tun9b"/>
        </w:rPr>
      </w:pPr>
      <w:r w:rsidRPr="00ED1129">
        <w:rPr>
          <w:rStyle w:val="Tun9b"/>
        </w:rPr>
        <w:t xml:space="preserve">specialista (vedoucí prací) na </w:t>
      </w:r>
      <w:r w:rsidR="00AF4A09" w:rsidRPr="00ED1129">
        <w:rPr>
          <w:rStyle w:val="Tun9b"/>
        </w:rPr>
        <w:t xml:space="preserve">sdělovací a </w:t>
      </w:r>
      <w:r w:rsidRPr="00ED1129">
        <w:rPr>
          <w:rStyle w:val="Tun9b"/>
        </w:rPr>
        <w:t>zabezpečovací zařízení</w:t>
      </w:r>
    </w:p>
    <w:p w14:paraId="0D24011D" w14:textId="77777777" w:rsidR="0035531B" w:rsidRPr="00ED1129" w:rsidRDefault="0035531B" w:rsidP="008B2021">
      <w:pPr>
        <w:pStyle w:val="Odrka1-2-"/>
      </w:pPr>
      <w:r w:rsidRPr="00ED1129">
        <w:t>nejméně 5 let praxe</w:t>
      </w:r>
      <w:r w:rsidR="00092CC9" w:rsidRPr="00ED1129">
        <w:t xml:space="preserve"> v </w:t>
      </w:r>
      <w:r w:rsidRPr="00ED1129">
        <w:t xml:space="preserve">oboru své specializace </w:t>
      </w:r>
      <w:r w:rsidR="00B07880" w:rsidRPr="00ED1129">
        <w:t xml:space="preserve">(sdělovací a zabezpečovací zařízení) </w:t>
      </w:r>
      <w:r w:rsidRPr="00ED1129">
        <w:t>při provádění staveb;</w:t>
      </w:r>
    </w:p>
    <w:p w14:paraId="394B6F75" w14:textId="17E55786" w:rsidR="0035531B" w:rsidRPr="00ED1129" w:rsidRDefault="0035531B" w:rsidP="008B2021">
      <w:pPr>
        <w:pStyle w:val="Odrka1-2-"/>
      </w:pPr>
      <w:r w:rsidRPr="00ED1129">
        <w:t>musí předložit doklad</w:t>
      </w:r>
      <w:r w:rsidR="00092CC9" w:rsidRPr="00ED1129">
        <w:t xml:space="preserve"> o </w:t>
      </w:r>
      <w:r w:rsidRPr="00ED1129">
        <w:t>autorizaci</w:t>
      </w:r>
      <w:r w:rsidR="00092CC9" w:rsidRPr="00ED1129">
        <w:t xml:space="preserve"> v </w:t>
      </w:r>
      <w:r w:rsidRPr="00ED1129">
        <w:t xml:space="preserve">rozsahu dle § 5 odst. 3 písm. </w:t>
      </w:r>
      <w:r w:rsidRPr="00ED1129">
        <w:rPr>
          <w:b/>
          <w:bCs/>
        </w:rPr>
        <w:t>e)</w:t>
      </w:r>
      <w:r w:rsidRPr="00ED1129">
        <w:t xml:space="preserve"> autorizačního zákona, tedy</w:t>
      </w:r>
      <w:r w:rsidR="00092CC9" w:rsidRPr="00ED1129">
        <w:t xml:space="preserve"> v </w:t>
      </w:r>
      <w:r w:rsidRPr="00ED1129">
        <w:t xml:space="preserve">oboru </w:t>
      </w:r>
      <w:r w:rsidRPr="00ED1129">
        <w:rPr>
          <w:b/>
          <w:bCs/>
        </w:rPr>
        <w:t>technologická zařízení staveb</w:t>
      </w:r>
      <w:r w:rsidRPr="00ED1129">
        <w:t>;</w:t>
      </w:r>
    </w:p>
    <w:p w14:paraId="1DFF9EA4" w14:textId="44F1D1AC" w:rsidR="0035531B" w:rsidRPr="00ED1129" w:rsidRDefault="0035531B" w:rsidP="008B2021">
      <w:pPr>
        <w:pStyle w:val="Odstavec1-1a"/>
        <w:rPr>
          <w:rStyle w:val="Tun9b"/>
        </w:rPr>
      </w:pPr>
      <w:r w:rsidRPr="00ED1129">
        <w:rPr>
          <w:rStyle w:val="Tun9b"/>
        </w:rPr>
        <w:t xml:space="preserve">specialista (vedoucí prací) na </w:t>
      </w:r>
      <w:r w:rsidR="00AF4A09" w:rsidRPr="00ED1129">
        <w:rPr>
          <w:rStyle w:val="Tun9b"/>
        </w:rPr>
        <w:t>silnoproud</w:t>
      </w:r>
      <w:r w:rsidRPr="00ED1129">
        <w:rPr>
          <w:rStyle w:val="Tun9b"/>
        </w:rPr>
        <w:t xml:space="preserve"> </w:t>
      </w:r>
    </w:p>
    <w:p w14:paraId="2BCC9219" w14:textId="6890DA1C" w:rsidR="0035531B" w:rsidRPr="00ED1129" w:rsidRDefault="0035531B" w:rsidP="008B2021">
      <w:pPr>
        <w:pStyle w:val="Odrka1-2-"/>
      </w:pPr>
      <w:r w:rsidRPr="00ED1129">
        <w:t>nejméně 5 let praxe</w:t>
      </w:r>
      <w:r w:rsidR="00092CC9" w:rsidRPr="00ED1129">
        <w:t xml:space="preserve"> v </w:t>
      </w:r>
      <w:r w:rsidRPr="00ED1129">
        <w:t xml:space="preserve">oboru své specializace </w:t>
      </w:r>
      <w:r w:rsidR="00B07880" w:rsidRPr="00ED1129">
        <w:t xml:space="preserve">(silnoproud) </w:t>
      </w:r>
      <w:r w:rsidRPr="00ED1129">
        <w:t>při provádění staveb;</w:t>
      </w:r>
    </w:p>
    <w:p w14:paraId="620D9907" w14:textId="5C31FAA9" w:rsidR="0035531B" w:rsidRPr="00ED1129" w:rsidRDefault="0035531B" w:rsidP="008B2021">
      <w:pPr>
        <w:pStyle w:val="Odrka1-2-"/>
      </w:pPr>
      <w:r w:rsidRPr="00ED1129">
        <w:t>musí předložit doklad</w:t>
      </w:r>
      <w:r w:rsidR="00092CC9" w:rsidRPr="00ED1129">
        <w:t xml:space="preserve"> o </w:t>
      </w:r>
      <w:r w:rsidRPr="00ED1129">
        <w:t>autorizaci</w:t>
      </w:r>
      <w:r w:rsidR="00092CC9" w:rsidRPr="00ED1129">
        <w:t xml:space="preserve"> v </w:t>
      </w:r>
      <w:r w:rsidRPr="00ED1129">
        <w:t xml:space="preserve">rozsahu dle § 5 odst. 3 písm. </w:t>
      </w:r>
      <w:r w:rsidRPr="00ED1129">
        <w:rPr>
          <w:b/>
          <w:bCs/>
        </w:rPr>
        <w:t>e)</w:t>
      </w:r>
      <w:r w:rsidRPr="00ED1129">
        <w:t xml:space="preserve"> autorizačního zákona, tedy</w:t>
      </w:r>
      <w:r w:rsidR="00092CC9" w:rsidRPr="00ED1129">
        <w:t xml:space="preserve"> v </w:t>
      </w:r>
      <w:r w:rsidRPr="00ED1129">
        <w:t xml:space="preserve">oboru </w:t>
      </w:r>
      <w:r w:rsidRPr="00ED1129">
        <w:rPr>
          <w:b/>
          <w:bCs/>
        </w:rPr>
        <w:t>technologická zařízení staveb</w:t>
      </w:r>
      <w:r w:rsidRPr="00ED1129">
        <w:t>;</w:t>
      </w:r>
    </w:p>
    <w:p w14:paraId="48D60CF3" w14:textId="77777777" w:rsidR="0035531B" w:rsidRPr="00ED1129" w:rsidRDefault="0035531B" w:rsidP="008B2021">
      <w:pPr>
        <w:pStyle w:val="Odstavec1-1a"/>
        <w:rPr>
          <w:rStyle w:val="Tun9b"/>
        </w:rPr>
      </w:pPr>
      <w:r w:rsidRPr="00ED1129">
        <w:rPr>
          <w:rStyle w:val="Tun9b"/>
        </w:rPr>
        <w:t>osoba odpovědná za ochranu životního prostředí</w:t>
      </w:r>
    </w:p>
    <w:p w14:paraId="7792C9B7" w14:textId="77777777" w:rsidR="0035531B" w:rsidRPr="00ED1129" w:rsidRDefault="0035531B" w:rsidP="008B2021">
      <w:pPr>
        <w:pStyle w:val="Odrka1-2-"/>
      </w:pPr>
      <w:r w:rsidRPr="00ED1129">
        <w:t>nejméně 5 let praxe</w:t>
      </w:r>
      <w:r w:rsidR="00092CC9" w:rsidRPr="00ED1129">
        <w:t xml:space="preserve"> v </w:t>
      </w:r>
      <w:r w:rsidRPr="00ED1129">
        <w:t>oboru ochrany životního prostředí;</w:t>
      </w:r>
    </w:p>
    <w:p w14:paraId="3EC1E69A" w14:textId="56ECEAB1" w:rsidR="0035531B" w:rsidRPr="00ED1129" w:rsidRDefault="00ED1129" w:rsidP="008B2021">
      <w:pPr>
        <w:pStyle w:val="Odstavec1-1a"/>
        <w:rPr>
          <w:rStyle w:val="Tun9b"/>
        </w:rPr>
      </w:pPr>
      <w:r w:rsidRPr="00ED1129">
        <w:rPr>
          <w:rStyle w:val="Tun9b"/>
        </w:rPr>
        <w:t>autorizovaný</w:t>
      </w:r>
      <w:r w:rsidR="0035531B" w:rsidRPr="00ED1129">
        <w:rPr>
          <w:rStyle w:val="Tun9b"/>
        </w:rPr>
        <w:t xml:space="preserve"> zeměměřický inženýr</w:t>
      </w:r>
    </w:p>
    <w:p w14:paraId="2FB873C5" w14:textId="65DBEA06" w:rsidR="0035531B" w:rsidRPr="00ED1129" w:rsidRDefault="00ED1129" w:rsidP="008B2021">
      <w:pPr>
        <w:pStyle w:val="Odrka1-2-"/>
      </w:pPr>
      <w:r w:rsidRPr="00ED1129">
        <w:t xml:space="preserve">autorizace pro ověřování výsledků zeměměřických činností v rozsahu dle § 16f odst. 1 písm. </w:t>
      </w:r>
      <w:r w:rsidRPr="00ED1129">
        <w:rPr>
          <w:b/>
        </w:rPr>
        <w:t>a)</w:t>
      </w:r>
      <w:r w:rsidRPr="00ED1129">
        <w:t xml:space="preserve"> a </w:t>
      </w:r>
      <w:r w:rsidRPr="00ED1129">
        <w:rPr>
          <w:b/>
        </w:rPr>
        <w:t>c)</w:t>
      </w:r>
      <w:r w:rsidRPr="00ED1129">
        <w:t xml:space="preserve"> zákona č. 200/1994 Sb., o zeměměřictví a o změně a doplnění některých zákonů souvisejících s jeho zavedením, ve znění pozdějších předpisů.</w:t>
      </w:r>
    </w:p>
    <w:p w14:paraId="4DC37ABB" w14:textId="77777777" w:rsidR="00EE2244" w:rsidRPr="00ED1129" w:rsidRDefault="00EE2244" w:rsidP="00EE2244">
      <w:pPr>
        <w:pStyle w:val="Odrka1-2-"/>
        <w:numPr>
          <w:ilvl w:val="0"/>
          <w:numId w:val="0"/>
        </w:numPr>
        <w:ind w:left="1531"/>
      </w:pPr>
    </w:p>
    <w:p w14:paraId="5F484806" w14:textId="77777777" w:rsidR="0035531B" w:rsidRDefault="0035531B" w:rsidP="008B2021">
      <w:pPr>
        <w:pStyle w:val="Textbezslovn"/>
      </w:pPr>
      <w:r w:rsidRPr="00ED1129">
        <w:rPr>
          <w:rStyle w:val="Tun9b"/>
        </w:rPr>
        <w:t>Zkušeností</w:t>
      </w:r>
      <w:r w:rsidR="00845C50" w:rsidRPr="00ED1129">
        <w:rPr>
          <w:rStyle w:val="Tun9b"/>
        </w:rPr>
        <w:t xml:space="preserve"> s </w:t>
      </w:r>
      <w:r w:rsidRPr="00ED1129">
        <w:rPr>
          <w:rStyle w:val="Tun9b"/>
        </w:rPr>
        <w:t>řízením realizace</w:t>
      </w:r>
      <w:r w:rsidRPr="00ED1129">
        <w:t xml:space="preserve"> stavby nebo </w:t>
      </w:r>
      <w:r w:rsidRPr="00ED1129">
        <w:rPr>
          <w:rStyle w:val="Tun9b"/>
        </w:rPr>
        <w:t>praxí</w:t>
      </w:r>
      <w:r w:rsidR="00092CC9" w:rsidRPr="00ED1129">
        <w:rPr>
          <w:rStyle w:val="Tun9b"/>
        </w:rPr>
        <w:t xml:space="preserve"> v </w:t>
      </w:r>
      <w:r w:rsidRPr="00ED1129">
        <w:rPr>
          <w:rStyle w:val="Tun9b"/>
        </w:rPr>
        <w:t>řízení</w:t>
      </w:r>
      <w:r w:rsidRPr="00ED1129">
        <w:t xml:space="preserve"> provádění staveb se</w:t>
      </w:r>
      <w:r w:rsidR="00BB4AF2" w:rsidRPr="00ED1129">
        <w:t xml:space="preserve"> u </w:t>
      </w:r>
      <w:r w:rsidRPr="00ED1129">
        <w:t>příslušných členů odborného personálu,</w:t>
      </w:r>
      <w:r w:rsidR="00BB4AF2" w:rsidRPr="00ED1129">
        <w:t xml:space="preserve"> u </w:t>
      </w:r>
      <w:r w:rsidRPr="00ED1129">
        <w:t>kterých je tato zkušenost nebo praxe požadována, rozumí</w:t>
      </w:r>
      <w:r>
        <w:t xml:space="preserve">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7EC83A0C"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w:t>
      </w:r>
      <w:r w:rsidR="009B3F75" w:rsidRPr="001D5A3F">
        <w:lastRenderedPageBreak/>
        <w:t xml:space="preserve">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4797BBA9" w:rsidR="00FF08AB" w:rsidRDefault="0020109B" w:rsidP="008B2021">
      <w:pPr>
        <w:pStyle w:val="Textbezslovn"/>
      </w:pPr>
      <w:r>
        <w:t>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6267D5DE" w:rsidR="0035531B" w:rsidRDefault="0035531B" w:rsidP="0006499F">
      <w:pPr>
        <w:pStyle w:val="Textbezslovn"/>
      </w:pPr>
    </w:p>
    <w:p w14:paraId="26448860" w14:textId="597074BA" w:rsidR="00F62556" w:rsidRDefault="00F62556" w:rsidP="0035531B">
      <w:pPr>
        <w:pStyle w:val="Text1-1"/>
        <w:rPr>
          <w:rStyle w:val="Tun9b"/>
        </w:rPr>
      </w:pPr>
      <w:r w:rsidRPr="0006499F">
        <w:rPr>
          <w:rStyle w:val="Tun9b"/>
        </w:rPr>
        <w:lastRenderedPageBreak/>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67CAF5B2"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w:t>
      </w:r>
      <w:r w:rsidR="00C211AF">
        <w:t>0</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662C332" w:rsidR="008B70C7" w:rsidRDefault="008B70C7" w:rsidP="008B70C7">
      <w:pPr>
        <w:pStyle w:val="Textbezslovn"/>
      </w:pPr>
      <w:r>
        <w:lastRenderedPageBreak/>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524CE9D1" w:rsidR="00017A23" w:rsidRDefault="0020109B" w:rsidP="0020109B">
      <w:pPr>
        <w:pStyle w:val="Odrka1-1"/>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BF6528"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6BB2DB67"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11C8BCB3" w:rsidR="0035531B" w:rsidRDefault="008B70C7" w:rsidP="008B70C7">
      <w:pPr>
        <w:pStyle w:val="Textbezslovn"/>
      </w:pPr>
      <w:r>
        <w:t>Pokud není dodavatel schopen prokázat technick</w:t>
      </w:r>
      <w:r w:rsidR="006963ED">
        <w:t>ou</w:t>
      </w:r>
      <w:r>
        <w:t xml:space="preserve"> kvalifikac</w:t>
      </w:r>
      <w:r w:rsidR="006963ED">
        <w:t>i</w:t>
      </w:r>
      <w:r>
        <w:t xml:space="preserve"> nebo profesní způsobilost s výjimkou kritéria podle bodu 8.3 první odrážka této Výzvy požadovan</w:t>
      </w:r>
      <w:r w:rsidR="006963ED">
        <w:t>ou</w:t>
      </w:r>
      <w:r>
        <w:t xml:space="preserve">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23A7635E" w:rsidR="00DC3174" w:rsidRDefault="002E5046" w:rsidP="0064673D">
      <w:pPr>
        <w:pStyle w:val="Textbezslovn"/>
        <w:spacing w:before="240"/>
      </w:pPr>
      <w:r>
        <w:t xml:space="preserve"> </w:t>
      </w:r>
      <w:r w:rsidR="0001718F" w:rsidRPr="0062553C">
        <w:t xml:space="preserve">Zadavatel může vyloučit účastníka </w:t>
      </w:r>
      <w:r w:rsidR="0001718F">
        <w:t xml:space="preserve">výběrového </w:t>
      </w:r>
      <w:r w:rsidR="0001718F" w:rsidRPr="0062553C">
        <w:t xml:space="preserve">řízení, pokud prokáže, že účastník </w:t>
      </w:r>
      <w:r w:rsidR="0001718F">
        <w:t xml:space="preserve">výběrového </w:t>
      </w:r>
      <w:r w:rsidR="0001718F" w:rsidRPr="0062553C">
        <w:t xml:space="preserve">řízení nesplnil povinnost podle </w:t>
      </w:r>
      <w:r w:rsidR="0001718F">
        <w:t>předchozího odstavce.</w:t>
      </w:r>
    </w:p>
    <w:p w14:paraId="7C51BD80" w14:textId="77777777" w:rsidR="0035531B" w:rsidRDefault="0035531B" w:rsidP="00193D8F">
      <w:pPr>
        <w:pStyle w:val="Nadpis1-1"/>
      </w:pPr>
      <w:bookmarkStart w:id="12" w:name="_Toc14715371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xml:space="preserve">. </w:t>
      </w:r>
      <w:r w:rsidR="00085564" w:rsidRPr="000D22AD">
        <w:lastRenderedPageBreak/>
        <w:t>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48D9A8F9" w:rsidR="0035531B" w:rsidRDefault="0035531B" w:rsidP="00EE2244">
      <w:pPr>
        <w:pStyle w:val="Odrka1-1"/>
      </w:pPr>
      <w:r w:rsidRPr="00C4078E">
        <w:t>Specifikaci</w:t>
      </w:r>
      <w:r>
        <w:t xml:space="preserve"> typu </w:t>
      </w:r>
      <w:r w:rsidRPr="00A40707">
        <w:t>zabezpečovacího zařízení,</w:t>
      </w:r>
      <w:r w:rsidR="00A40707" w:rsidRPr="00A40707">
        <w:t xml:space="preserve"> </w:t>
      </w:r>
      <w:r w:rsidRPr="00A40707">
        <w:t>zařízení elektrotechniky</w:t>
      </w:r>
      <w:r w:rsidR="00845C50" w:rsidRPr="00A40707">
        <w:t xml:space="preserve"> a </w:t>
      </w:r>
      <w:r w:rsidRPr="00A40707">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2877D66F" w14:textId="44C7D868" w:rsidR="00A40707" w:rsidRDefault="00A40707" w:rsidP="00A40707">
      <w:pPr>
        <w:pStyle w:val="Odrka1-2-"/>
      </w:pPr>
      <w:r w:rsidRPr="00E36F6F">
        <w:t xml:space="preserve">Přejezdové zabezpečovací zařízení (3. Kategorie – </w:t>
      </w:r>
      <w:r w:rsidRPr="001A164D">
        <w:t>reléové s elektronickými prvky</w:t>
      </w:r>
      <w:r w:rsidRPr="00E36F6F">
        <w:t>)</w:t>
      </w:r>
    </w:p>
    <w:p w14:paraId="6C481A40" w14:textId="11C54B46"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lastRenderedPageBreak/>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4E08C5CF" w:rsidR="00322579" w:rsidRPr="009052D9" w:rsidRDefault="0035531B" w:rsidP="009052D9">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5DCFA7E6" w14:textId="73F39D4C" w:rsidR="009052D9" w:rsidRPr="0073200D" w:rsidRDefault="000B6D41" w:rsidP="009052D9">
      <w:pPr>
        <w:pStyle w:val="Odrka1-1"/>
        <w:numPr>
          <w:ilvl w:val="0"/>
          <w:numId w:val="0"/>
        </w:numPr>
        <w:spacing w:after="0"/>
        <w:ind w:left="1276"/>
      </w:pPr>
      <w:r>
        <w:rPr>
          <w:b/>
        </w:rPr>
        <w:t xml:space="preserve">Dodávka a montáž </w:t>
      </w:r>
      <w:r w:rsidR="009052D9" w:rsidRPr="00E36F6F">
        <w:rPr>
          <w:b/>
        </w:rPr>
        <w:t>technologického zařízení v rámci:</w:t>
      </w:r>
      <w:r w:rsidR="009052D9">
        <w:rPr>
          <w:b/>
        </w:rPr>
        <w:t xml:space="preserve"> </w:t>
      </w:r>
      <w:r w:rsidR="009052D9" w:rsidRPr="001A164D">
        <w:rPr>
          <w:b/>
        </w:rPr>
        <w:t xml:space="preserve">PS </w:t>
      </w:r>
      <w:r w:rsidR="009052D9">
        <w:rPr>
          <w:b/>
        </w:rPr>
        <w:t xml:space="preserve">02 Přejezdové zabezpečovací zařízení v km 72,988 a PS 03 Přejezdové zabezpečovací zařízení v km 0,301 </w:t>
      </w:r>
      <w:r w:rsidR="009052D9" w:rsidRPr="001A164D">
        <w:rPr>
          <w:b/>
        </w:rPr>
        <w:t>mimo zeměměřická měření</w:t>
      </w:r>
    </w:p>
    <w:p w14:paraId="1895FED9" w14:textId="138121A9" w:rsidR="0035531B" w:rsidRDefault="007C3E84" w:rsidP="00322579">
      <w:pPr>
        <w:pStyle w:val="Odrka1-1"/>
      </w:pPr>
      <w:r w:rsidRPr="00F423D1">
        <w:lastRenderedPageBreak/>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59B36671" w:rsidR="0035531B" w:rsidRDefault="0035531B" w:rsidP="00322579">
      <w:pPr>
        <w:pStyle w:val="Odrka1-1"/>
      </w:pPr>
      <w:r>
        <w:t xml:space="preserve">Výše uvedené vyhrazené části plnění veřejné zakázky jsou tvořeny </w:t>
      </w:r>
      <w:r w:rsidR="00170521" w:rsidRPr="009052D9">
        <w:t>PS</w:t>
      </w:r>
      <w:r w:rsidRPr="009052D9">
        <w:t>, jejichž</w:t>
      </w:r>
      <w:r>
        <w:t xml:space="preserve"> provádění má důležitý význam pro </w:t>
      </w:r>
      <w:r w:rsidR="009052D9">
        <w:t>dosažení hlavního cíle veřejné zakázky – 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0B4D49D0" w:rsidR="0035531B" w:rsidRDefault="00322579" w:rsidP="00322579">
      <w:pPr>
        <w:pStyle w:val="Odrka1-1"/>
      </w:pPr>
      <w:r w:rsidRPr="00322579">
        <w:t xml:space="preserve">Výše uvedené vyhrazené části plnění veřejné zakázky představují svou finanční hodnotou celkem cca </w:t>
      </w:r>
      <w:r w:rsidR="009052D9">
        <w:t>30 %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6A556FE8" w:rsidR="0035531B" w:rsidRPr="009052D9" w:rsidRDefault="0035531B" w:rsidP="0060115D">
      <w:pPr>
        <w:pStyle w:val="Odrka1-2-"/>
      </w:pPr>
      <w:r w:rsidRPr="009052D9">
        <w:rPr>
          <w:u w:val="single"/>
        </w:rPr>
        <w:t>profesní způsobilost týkající se oprávnění</w:t>
      </w:r>
      <w:r w:rsidR="00BC6D2B" w:rsidRPr="009052D9">
        <w:rPr>
          <w:u w:val="single"/>
        </w:rPr>
        <w:t xml:space="preserve"> k </w:t>
      </w:r>
      <w:r w:rsidRPr="009052D9">
        <w:rPr>
          <w:u w:val="single"/>
        </w:rPr>
        <w:t>podnikání</w:t>
      </w:r>
      <w:r w:rsidR="00092CC9">
        <w:t xml:space="preserve"> v </w:t>
      </w:r>
      <w:r>
        <w:t xml:space="preserve">rozsahu živnosti </w:t>
      </w:r>
      <w:r w:rsidR="009052D9" w:rsidRPr="009052D9">
        <w:t>P</w:t>
      </w:r>
      <w:r w:rsidRPr="009052D9">
        <w:t>rovádění staveb, jejich změn</w:t>
      </w:r>
      <w:r w:rsidR="00845C50" w:rsidRPr="009052D9">
        <w:t xml:space="preserve"> a </w:t>
      </w:r>
      <w:r w:rsidRPr="009052D9">
        <w:t xml:space="preserve">odstraňování; </w:t>
      </w:r>
      <w:r w:rsidR="009052D9" w:rsidRPr="009052D9">
        <w:t>Revize, prohlídky a zkoušky určených technických zařízení v provozu;</w:t>
      </w:r>
    </w:p>
    <w:p w14:paraId="677B892B" w14:textId="0965198C" w:rsidR="00AA2C03" w:rsidRDefault="0035531B" w:rsidP="0060115D">
      <w:pPr>
        <w:pStyle w:val="Odrka1-2-"/>
      </w:pPr>
      <w:r w:rsidRPr="009052D9">
        <w:rPr>
          <w:u w:val="single"/>
        </w:rPr>
        <w:t>profesní způsobilost týkající se předložení dokladu</w:t>
      </w:r>
      <w:r w:rsidR="00092CC9" w:rsidRPr="009052D9">
        <w:rPr>
          <w:u w:val="single"/>
        </w:rPr>
        <w:t xml:space="preserve"> o </w:t>
      </w:r>
      <w:r w:rsidRPr="009052D9">
        <w:rPr>
          <w:u w:val="single"/>
        </w:rPr>
        <w:t>autorizaci</w:t>
      </w:r>
      <w:r w:rsidR="00092CC9">
        <w:t xml:space="preserve"> v </w:t>
      </w:r>
      <w:r w:rsidR="00BB4AF2">
        <w:t>rozsahu dle § </w:t>
      </w:r>
      <w:r>
        <w:t xml:space="preserve">5 </w:t>
      </w:r>
      <w:r w:rsidRPr="009052D9">
        <w:t xml:space="preserve">odst. 3 písm. </w:t>
      </w:r>
      <w:r w:rsidR="009052D9" w:rsidRPr="009052D9">
        <w:t>e)</w:t>
      </w:r>
      <w:r>
        <w:t xml:space="preserve"> autorizačního zákona; </w:t>
      </w:r>
    </w:p>
    <w:p w14:paraId="094A2EF6" w14:textId="1E066546" w:rsidR="0035531B" w:rsidRPr="00BC6D2B" w:rsidRDefault="009A16F4" w:rsidP="00AA2C03">
      <w:pPr>
        <w:pStyle w:val="Odrka1-2-"/>
        <w:rPr>
          <w:i/>
          <w:color w:val="FF0000"/>
        </w:rPr>
      </w:pPr>
      <w:r w:rsidRPr="00E36F6F">
        <w:rPr>
          <w:u w:val="single"/>
        </w:rPr>
        <w:t>požadavek kritéria technické kvalifikace na doložení seznamem a osvědčením</w:t>
      </w:r>
      <w:r w:rsidRPr="00E36F6F">
        <w:t xml:space="preserve"> alespoň stavebních prací, u kterých hodnota plnění spočívajícího v novostavbě nebo rekonstrukci PZZ v těchto stavebních pracích (zakázkách) činila v součtu alespoň </w:t>
      </w:r>
      <w:r>
        <w:rPr>
          <w:b/>
        </w:rPr>
        <w:t>7 000 000,-</w:t>
      </w:r>
      <w:r w:rsidRPr="00E36F6F">
        <w:rPr>
          <w:b/>
        </w:rPr>
        <w:t xml:space="preserve"> Kč</w:t>
      </w:r>
      <w:r w:rsidRPr="00E36F6F">
        <w:t xml:space="preserve"> bez DPH (částka </w:t>
      </w:r>
      <w:r>
        <w:t>7 000 000,-</w:t>
      </w:r>
      <w:r w:rsidRPr="00E36F6F">
        <w:t xml:space="preserve">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Pr>
          <w:b/>
        </w:rPr>
        <w:t>4 500 000,-</w:t>
      </w:r>
      <w:r w:rsidRPr="00E36F6F">
        <w:t xml:space="preserve"> </w:t>
      </w:r>
      <w:r w:rsidRPr="00E36F6F">
        <w:rPr>
          <w:b/>
        </w:rPr>
        <w:t>Kč</w:t>
      </w:r>
      <w:r w:rsidRPr="00E36F6F">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1BCC392C" w14:textId="1273DD97" w:rsidR="0035531B" w:rsidRDefault="0035531B" w:rsidP="009A16F4">
      <w:pPr>
        <w:pStyle w:val="Odrka1-2-"/>
      </w:pPr>
      <w:r w:rsidRPr="009A16F4">
        <w:rPr>
          <w:u w:val="single"/>
        </w:rPr>
        <w:t>požadavek kritéria technické kvalifikace na předložení seznamu odborného personálu</w:t>
      </w:r>
      <w:r>
        <w:t xml:space="preserve"> dodavatele</w:t>
      </w:r>
      <w:r w:rsidR="00092CC9">
        <w:t xml:space="preserve"> v </w:t>
      </w:r>
      <w:r w:rsidRPr="009A16F4">
        <w:t xml:space="preserve">rozsahu funkce specialisty (vedoucího prací) na </w:t>
      </w:r>
      <w:r w:rsidR="009A16F4" w:rsidRPr="009A16F4">
        <w:t>sdělovací a zabezpečovací zařízení</w:t>
      </w:r>
      <w:r w:rsidR="009A16F4">
        <w:t>.</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lastRenderedPageBreak/>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4715371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4715371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47153719"/>
      <w:r>
        <w:t>OBSAH</w:t>
      </w:r>
      <w:r w:rsidR="00845C50">
        <w:t xml:space="preserve"> </w:t>
      </w:r>
      <w:r w:rsidR="00776A8A">
        <w:t>A</w:t>
      </w:r>
      <w:r w:rsidR="00845C50">
        <w:t> </w:t>
      </w:r>
      <w:r>
        <w:t>PODÁVÁNÍ NABÍDEK</w:t>
      </w:r>
      <w:bookmarkEnd w:id="15"/>
    </w:p>
    <w:p w14:paraId="1D0681DF" w14:textId="5CBD4BA8" w:rsidR="0035531B" w:rsidRPr="00B23654"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w:t>
      </w:r>
      <w:r w:rsidRPr="00283302">
        <w:lastRenderedPageBreak/>
        <w:t xml:space="preserve">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B23654">
        <w:t>případné výkyvy systému, za které zadavatel nenese odpovědnost</w:t>
      </w:r>
      <w:r w:rsidR="0035531B" w:rsidRPr="00B23654">
        <w:t>.</w:t>
      </w:r>
    </w:p>
    <w:p w14:paraId="64BE4C30" w14:textId="77777777" w:rsidR="00CD2E13" w:rsidRPr="00AB5AE0" w:rsidRDefault="00CD2E13" w:rsidP="00CD2E13">
      <w:pPr>
        <w:pStyle w:val="Textbezslovn"/>
        <w:rPr>
          <w:b/>
        </w:rPr>
      </w:pPr>
      <w:r w:rsidRPr="00B23654">
        <w:rPr>
          <w:rFonts w:cs="Arial"/>
          <w:b/>
        </w:rPr>
        <w:t>Nabídky lze podat v termínu, který je uveden na profilu zadavatele:</w:t>
      </w:r>
      <w:r w:rsidRPr="00B23654">
        <w:rPr>
          <w:rFonts w:cs="Arial"/>
        </w:rPr>
        <w:t xml:space="preserve"> </w:t>
      </w:r>
      <w:hyperlink r:id="rId22" w:history="1">
        <w:r w:rsidRPr="00B23654">
          <w:rPr>
            <w:rStyle w:val="Hypertextovodkaz"/>
            <w:rFonts w:cs="Arial"/>
            <w:b/>
            <w:bCs/>
            <w:lang w:eastAsia="cs-CZ"/>
          </w:rPr>
          <w:t>https://zakazky.spravazeleznic.cz/</w:t>
        </w:r>
      </w:hyperlink>
      <w:r w:rsidRPr="00B23654">
        <w:rPr>
          <w:rFonts w:cs="Arial"/>
          <w:b/>
        </w:rPr>
        <w:t>.</w:t>
      </w:r>
    </w:p>
    <w:p w14:paraId="6C5E1089" w14:textId="30116105" w:rsidR="003A0E3D" w:rsidRDefault="003F78E7" w:rsidP="00B23654">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784A7F" w:rsidRPr="00683213">
        <w:t>Uznávaný</w:t>
      </w:r>
      <w:r w:rsidR="00784A7F">
        <w:t xml:space="preserve"> e</w:t>
      </w:r>
      <w:r w:rsidRPr="003F78E7">
        <w:t xml:space="preserve">lektronický podpis </w:t>
      </w:r>
      <w:r w:rsidR="00784A7F" w:rsidRPr="00683213">
        <w:t>založený na kvalifikovaném certifikátu</w:t>
      </w:r>
      <w:r w:rsidR="00784A7F">
        <w:t xml:space="preserve"> </w:t>
      </w:r>
      <w:r w:rsidRPr="003F78E7">
        <w:t>je vyžadován pouze při registraci dodavatele do elektronického nástroje</w:t>
      </w:r>
      <w:r w:rsidR="00784A7F">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7C4AFB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lastRenderedPageBreak/>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B23654" w:rsidRDefault="00695DAA" w:rsidP="00695DAA">
      <w:pPr>
        <w:pStyle w:val="Odrka1-1"/>
      </w:pPr>
      <w:r>
        <w:t xml:space="preserve">Harmonogram postupu prací zpracovaný podle požadavků zadavatele stanovených v </w:t>
      </w:r>
      <w:r w:rsidRPr="00B23654">
        <w:t>článku 9.1 této Výzvy.</w:t>
      </w:r>
    </w:p>
    <w:p w14:paraId="5BCB91B5" w14:textId="1C70E9AD" w:rsidR="00695DAA" w:rsidRPr="00B23654" w:rsidRDefault="00695DAA" w:rsidP="00695DAA">
      <w:pPr>
        <w:pStyle w:val="Odrka1-1"/>
      </w:pPr>
      <w:r w:rsidRPr="00B23654">
        <w:t>Specifikace typu zabezpečovacího zařízení, zařízení elektrotechniky a energetiky dle č.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D703CCD" w:rsidR="0035531B" w:rsidRPr="00B23654" w:rsidRDefault="00695DAA" w:rsidP="00695DAA">
      <w:pPr>
        <w:pStyle w:val="Odrka1-1"/>
      </w:pPr>
      <w:r w:rsidRPr="00B23654">
        <w:t xml:space="preserve">Oceněný Soupis prací </w:t>
      </w:r>
      <w:r w:rsidR="00BB0379" w:rsidRPr="00B23654">
        <w:t>obsažený</w:t>
      </w:r>
      <w:r w:rsidRPr="00B23654">
        <w:t xml:space="preserve"> v Dílu 4 zadávací dokumentace</w:t>
      </w:r>
      <w:r w:rsidR="00BB0379" w:rsidRPr="00B23654">
        <w:t>, včetně Rekapitulace ceny dle SO a PS</w:t>
      </w:r>
      <w:r w:rsidR="0035531B" w:rsidRPr="00B23654">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4715372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w:t>
      </w:r>
      <w:r w:rsidRPr="004C086E">
        <w:rPr>
          <w:b/>
        </w:rPr>
        <w:lastRenderedPageBreak/>
        <w:t>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DF72D2C" w:rsidR="00EE50B6" w:rsidRDefault="004C086E" w:rsidP="00B23654">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4715372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3D05D13"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4715372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47153723"/>
      <w:r>
        <w:lastRenderedPageBreak/>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w:t>
      </w:r>
      <w:r>
        <w:lastRenderedPageBreak/>
        <w:t xml:space="preserve">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4715372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4715372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3CBE9C8" w14:textId="52C7DD50" w:rsidR="00B23654" w:rsidRDefault="007B3D4D" w:rsidP="00B23654">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50D48668" w14:textId="7B8F7EBC" w:rsidR="0018364C" w:rsidRDefault="0018364C" w:rsidP="0018364C">
      <w:pPr>
        <w:pStyle w:val="Text1-1"/>
        <w:numPr>
          <w:ilvl w:val="0"/>
          <w:numId w:val="0"/>
        </w:numPr>
        <w:ind w:left="737"/>
      </w:pPr>
    </w:p>
    <w:p w14:paraId="04351B14" w14:textId="121D3D75" w:rsidR="0035531B" w:rsidRDefault="007B3D4D" w:rsidP="007B3D4D">
      <w:pPr>
        <w:pStyle w:val="Text1-1"/>
      </w:pPr>
      <w:r w:rsidRPr="00930B76">
        <w:lastRenderedPageBreak/>
        <w:t>Pokud bude nabídka vybraného dodavatele obsahovat nabídkovou cenu, která</w:t>
      </w:r>
      <w:r w:rsidR="009556C8">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4FEEAD1C"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B23654">
        <w:t>30 000 000,-</w:t>
      </w:r>
      <w:r>
        <w:t xml:space="preserve"> Kč bez DPH.</w:t>
      </w:r>
    </w:p>
    <w:p w14:paraId="045C72D6" w14:textId="77777777" w:rsidR="0035531B" w:rsidRDefault="0035531B" w:rsidP="007038DC">
      <w:pPr>
        <w:pStyle w:val="Nadpis1-1"/>
      </w:pPr>
      <w:bookmarkStart w:id="22" w:name="_Toc14715372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A97808C"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B23654">
        <w:t xml:space="preserve">uvedené v článku 19.3, resp. v článku 19.4 </w:t>
      </w:r>
      <w:r w:rsidR="005909AC" w:rsidRPr="00B23654">
        <w:t>až 19.</w:t>
      </w:r>
      <w:r w:rsidR="00B23654" w:rsidRPr="00B23654">
        <w:t>9</w:t>
      </w:r>
      <w:r w:rsidR="005909AC" w:rsidRPr="00B23654">
        <w:t xml:space="preserve"> </w:t>
      </w:r>
      <w:r w:rsidRPr="00B23654">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29D69C28" w:rsidR="001B5ED5" w:rsidRDefault="002E5046" w:rsidP="00B23654">
      <w:pPr>
        <w:pStyle w:val="Odrka1-1"/>
      </w:pPr>
      <w:r>
        <w:t xml:space="preserve"> </w:t>
      </w:r>
      <w:r w:rsidR="0001718F">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21B7786B" w:rsidR="001B5ED5" w:rsidRDefault="001B5ED5" w:rsidP="001B5ED5">
      <w:pPr>
        <w:pStyle w:val="Odrka1-1"/>
      </w:pPr>
      <w:r>
        <w:t xml:space="preserve">kopie smlouvy uzavřené s výrobcem nebo dodavatelem </w:t>
      </w:r>
      <w:r w:rsidRPr="00B23654">
        <w:t xml:space="preserve">zabezpečovacího zařízení, zařízení elektrotechniky a energetiky </w:t>
      </w:r>
      <w:r w:rsidR="008716A2" w:rsidRPr="00B23654">
        <w:t>či jednostranného vyjádření</w:t>
      </w:r>
      <w:r w:rsidR="008716A2">
        <w:t xml:space="preserve">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w:t>
      </w:r>
      <w:r>
        <w:lastRenderedPageBreak/>
        <w:t xml:space="preserve">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28E50D6A"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 </w:t>
      </w:r>
      <w:r w:rsidR="00B23654">
        <w:t>8</w:t>
      </w:r>
      <w:r>
        <w:t xml:space="preserve"> požadovaná kvalifikace - </w:t>
      </w:r>
      <w:r w:rsidR="00B23654" w:rsidRPr="00B23654">
        <w:t>pracovníci pro řízení činnosti prováděné dodavatelským způsobem</w:t>
      </w:r>
      <w:r>
        <w:t xml:space="preserve">; </w:t>
      </w:r>
    </w:p>
    <w:p w14:paraId="7D808669" w14:textId="79235254"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w:t>
      </w:r>
      <w:r w:rsidR="00B23654">
        <w:t>b</w:t>
      </w:r>
      <w:r>
        <w:t xml:space="preserve"> -</w:t>
      </w:r>
      <w:r w:rsidR="00092CC9">
        <w:t xml:space="preserve"> </w:t>
      </w:r>
      <w:r w:rsidR="00B23654" w:rsidRPr="00B23654">
        <w:t>osoba</w:t>
      </w:r>
      <w:proofErr w:type="gramEnd"/>
      <w:r w:rsidR="00B23654" w:rsidRPr="00B23654">
        <w:t xml:space="preserve"> znalá s vyšší kvalifikaci v rozsahu UTZ/E</w:t>
      </w:r>
      <w:r>
        <w:t>;</w:t>
      </w:r>
    </w:p>
    <w:p w14:paraId="26F256BA" w14:textId="77777777" w:rsidR="00B23654" w:rsidRDefault="0035531B" w:rsidP="00B23654">
      <w:pPr>
        <w:pStyle w:val="Odrka1-1"/>
        <w:numPr>
          <w:ilvl w:val="0"/>
          <w:numId w:val="0"/>
        </w:numPr>
        <w:spacing w:after="0" w:line="240" w:lineRule="auto"/>
        <w:ind w:left="1060"/>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B23654">
        <w:t>elektrických UTZ železničních drah</w:t>
      </w:r>
      <w:r w:rsidR="00092CC9" w:rsidRPr="00B23654">
        <w:t xml:space="preserve"> v </w:t>
      </w:r>
      <w:r w:rsidRPr="00B23654">
        <w:t>rozsahu:</w:t>
      </w:r>
      <w:r>
        <w:t xml:space="preserve"> </w:t>
      </w:r>
    </w:p>
    <w:p w14:paraId="1CEB3F01" w14:textId="563F1F03" w:rsidR="00B23654" w:rsidRPr="00E36F6F" w:rsidRDefault="00B23654" w:rsidP="00B23654">
      <w:pPr>
        <w:pStyle w:val="Odrka1-1"/>
        <w:numPr>
          <w:ilvl w:val="0"/>
          <w:numId w:val="0"/>
        </w:numPr>
        <w:spacing w:after="0" w:line="240" w:lineRule="auto"/>
        <w:ind w:left="1060" w:firstLine="925"/>
      </w:pPr>
      <w:r w:rsidRPr="00E36F6F">
        <w:rPr>
          <w:b/>
        </w:rPr>
        <w:t>a)</w:t>
      </w:r>
      <w:r>
        <w:t xml:space="preserve"> </w:t>
      </w:r>
      <w:r w:rsidRPr="00E36F6F">
        <w:t>elektrické sítě drah a elektrické rozvody drah,</w:t>
      </w:r>
    </w:p>
    <w:p w14:paraId="1E04D8C5" w14:textId="625BADF5" w:rsidR="007D5A8D" w:rsidRDefault="00B23654" w:rsidP="00B23654">
      <w:pPr>
        <w:pStyle w:val="Odrka1-1"/>
        <w:numPr>
          <w:ilvl w:val="0"/>
          <w:numId w:val="0"/>
        </w:numPr>
        <w:ind w:left="2268" w:hanging="266"/>
      </w:pPr>
      <w:r w:rsidRPr="00E36F6F">
        <w:rPr>
          <w:b/>
        </w:rPr>
        <w:t>k)</w:t>
      </w:r>
      <w:r>
        <w:t xml:space="preserve"> </w:t>
      </w:r>
      <w:r w:rsidRPr="00E36F6F">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lastRenderedPageBreak/>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18057EB"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w:t>
      </w:r>
      <w:r w:rsidR="00B23654">
        <w:t>9</w:t>
      </w:r>
      <w:r>
        <w:t xml:space="preserve"> Výzvy ve vztahu k této jiné osobě.</w:t>
      </w:r>
    </w:p>
    <w:p w14:paraId="1350EBB6" w14:textId="77777777" w:rsidR="0035531B" w:rsidRDefault="0035531B" w:rsidP="00B77C6D">
      <w:pPr>
        <w:pStyle w:val="Nadpis1-1"/>
      </w:pPr>
      <w:bookmarkStart w:id="24" w:name="_Toc14715372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4715372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719F8130" w:rsidR="00595B2D" w:rsidRDefault="004F6CAF" w:rsidP="00B23654">
      <w:pPr>
        <w:pStyle w:val="Odrka1-1"/>
      </w:pPr>
      <w:r>
        <w:t>studentské exkurze</w:t>
      </w:r>
      <w:r w:rsidR="00B23654">
        <w:t>.</w:t>
      </w:r>
    </w:p>
    <w:p w14:paraId="49F0953E" w14:textId="241B8AB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B23654">
        <w:t>článku 4.9 závazného vzoru smlouvy, který je dílem 2 zadávací dokumentace.</w:t>
      </w:r>
    </w:p>
    <w:p w14:paraId="1AD277E7" w14:textId="5D6329A1" w:rsidR="00261024" w:rsidRDefault="00261024" w:rsidP="009D0F0A">
      <w:pPr>
        <w:pStyle w:val="Nadpis1-1"/>
        <w:jc w:val="both"/>
      </w:pPr>
      <w:bookmarkStart w:id="27" w:name="_Toc14715372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 xml:space="preserve">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w:t>
      </w:r>
      <w:r w:rsidRPr="00807597">
        <w:lastRenderedPageBreak/>
        <w:t>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4715373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25E5EDA" w:rsidR="0035531B" w:rsidRDefault="0035531B" w:rsidP="00564DDD">
      <w:pPr>
        <w:pStyle w:val="Textbezslovn"/>
        <w:spacing w:after="0"/>
      </w:pPr>
      <w:r>
        <w:t>V</w:t>
      </w:r>
      <w:r w:rsidR="00B36181">
        <w:t> </w:t>
      </w:r>
      <w:r w:rsidR="00B23654">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55C3538B" w:rsidR="0035531B" w:rsidRDefault="0035531B" w:rsidP="00564DDD">
      <w:pPr>
        <w:pStyle w:val="Textbezslovn"/>
        <w:spacing w:after="0"/>
      </w:pPr>
      <w:r>
        <w:t>……………………………………………</w:t>
      </w:r>
      <w:r w:rsidR="00B23654">
        <w:t>…</w:t>
      </w:r>
    </w:p>
    <w:p w14:paraId="79E110D0" w14:textId="77777777" w:rsidR="00B23654" w:rsidRPr="00E30A85" w:rsidRDefault="00B23654" w:rsidP="00B23654">
      <w:pPr>
        <w:pStyle w:val="Textbezslovn"/>
        <w:spacing w:after="0"/>
      </w:pPr>
      <w:r w:rsidRPr="00E30A85">
        <w:t xml:space="preserve">Ing. Miroslav </w:t>
      </w:r>
      <w:proofErr w:type="spellStart"/>
      <w:r w:rsidRPr="00E30A85">
        <w:t>Bocák</w:t>
      </w:r>
      <w:proofErr w:type="spellEnd"/>
    </w:p>
    <w:p w14:paraId="4A4F0176" w14:textId="77777777" w:rsidR="00B23654" w:rsidRDefault="00B23654" w:rsidP="00B23654">
      <w:pPr>
        <w:pStyle w:val="Textbezslovn"/>
        <w:spacing w:after="0"/>
      </w:pPr>
      <w:r>
        <w:t>ředitel organizační jednotky</w:t>
      </w:r>
    </w:p>
    <w:p w14:paraId="53F7D61F" w14:textId="77777777" w:rsidR="00B23654" w:rsidRDefault="00B23654" w:rsidP="00B23654">
      <w:pPr>
        <w:pStyle w:val="Textbezslovn"/>
        <w:spacing w:after="0"/>
      </w:pPr>
      <w:r>
        <w:t>Stavební správa východ</w:t>
      </w:r>
    </w:p>
    <w:p w14:paraId="16AFB686" w14:textId="76AECFD1" w:rsidR="00564DDD" w:rsidRDefault="00B23654" w:rsidP="00B23654">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DA31F05" w:rsidR="008C65E0" w:rsidRDefault="006A6AF2" w:rsidP="006A6AF2">
      <w:pPr>
        <w:pStyle w:val="Textbezslovn"/>
        <w:ind w:left="0"/>
      </w:pPr>
      <w:r w:rsidRPr="006A6AF2">
        <w:t xml:space="preserve">Řádně jsme se seznámili se zněním zadávacích podmínek veřejné zakázky s názvem </w:t>
      </w:r>
      <w:r w:rsidR="001354CB">
        <w:t>„</w:t>
      </w:r>
      <w:r w:rsidR="001354CB" w:rsidRPr="007A34D1">
        <w:rPr>
          <w:rFonts w:eastAsia="Times New Roman" w:cs="Arial"/>
          <w:b/>
          <w:color w:val="000000"/>
          <w:lang w:eastAsia="cs-CZ"/>
        </w:rPr>
        <w:t>Rekonstrukce PZS přejezdu P7566 v km 72,988 trati Olomouc – Krnov</w:t>
      </w:r>
      <w:r w:rsidR="001354CB">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1354CB">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1ECA0D7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1354CB">
        <w:t>autorizace pro ověřování výsledků zeměměřických činností</w:t>
      </w:r>
      <w:r>
        <w:t xml:space="preserve">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7E52DB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354CB">
        <w:t>„</w:t>
      </w:r>
      <w:r w:rsidR="001354CB" w:rsidRPr="007A34D1">
        <w:rPr>
          <w:rFonts w:eastAsia="Times New Roman" w:cs="Arial"/>
          <w:b/>
          <w:color w:val="000000"/>
          <w:lang w:eastAsia="cs-CZ"/>
        </w:rPr>
        <w:t>Rekonstrukce PZS přejezdu P7566 v km 72,988 trati Olomouc – Krnov</w:t>
      </w:r>
      <w:r w:rsidR="001354CB">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13FB5" w14:textId="77777777" w:rsidR="00995E17" w:rsidRDefault="00995E17" w:rsidP="00962258">
      <w:pPr>
        <w:spacing w:after="0" w:line="240" w:lineRule="auto"/>
      </w:pPr>
      <w:r>
        <w:separator/>
      </w:r>
    </w:p>
  </w:endnote>
  <w:endnote w:type="continuationSeparator" w:id="0">
    <w:p w14:paraId="2778D7C6" w14:textId="77777777" w:rsidR="00995E17" w:rsidRDefault="00995E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71EF" w14:paraId="43E6FD8A" w14:textId="77777777" w:rsidTr="00EB46E5">
      <w:tc>
        <w:tcPr>
          <w:tcW w:w="1361" w:type="dxa"/>
          <w:tcMar>
            <w:left w:w="0" w:type="dxa"/>
            <w:right w:w="0" w:type="dxa"/>
          </w:tcMar>
          <w:vAlign w:val="bottom"/>
        </w:tcPr>
        <w:p w14:paraId="016FBFAA" w14:textId="6EE73DEA" w:rsidR="00F071EF" w:rsidRPr="00B8518B" w:rsidRDefault="00F071E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4A7F">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4A7F">
            <w:rPr>
              <w:rStyle w:val="slostrnky"/>
              <w:noProof/>
            </w:rPr>
            <w:t>50</w:t>
          </w:r>
          <w:r w:rsidRPr="00B8518B">
            <w:rPr>
              <w:rStyle w:val="slostrnky"/>
            </w:rPr>
            <w:fldChar w:fldCharType="end"/>
          </w:r>
        </w:p>
      </w:tc>
      <w:tc>
        <w:tcPr>
          <w:tcW w:w="284" w:type="dxa"/>
          <w:shd w:val="clear" w:color="auto" w:fill="auto"/>
          <w:tcMar>
            <w:left w:w="0" w:type="dxa"/>
            <w:right w:w="0" w:type="dxa"/>
          </w:tcMar>
        </w:tcPr>
        <w:p w14:paraId="37189AA7" w14:textId="77777777" w:rsidR="00F071EF" w:rsidRDefault="00F071EF" w:rsidP="00B8518B">
          <w:pPr>
            <w:pStyle w:val="Zpat"/>
          </w:pPr>
        </w:p>
      </w:tc>
      <w:tc>
        <w:tcPr>
          <w:tcW w:w="425" w:type="dxa"/>
          <w:shd w:val="clear" w:color="auto" w:fill="auto"/>
          <w:tcMar>
            <w:left w:w="0" w:type="dxa"/>
            <w:right w:w="0" w:type="dxa"/>
          </w:tcMar>
        </w:tcPr>
        <w:p w14:paraId="45F1B8FE" w14:textId="77777777" w:rsidR="00F071EF" w:rsidRDefault="00F071EF" w:rsidP="00B8518B">
          <w:pPr>
            <w:pStyle w:val="Zpat"/>
          </w:pPr>
        </w:p>
      </w:tc>
      <w:tc>
        <w:tcPr>
          <w:tcW w:w="8505" w:type="dxa"/>
        </w:tcPr>
        <w:p w14:paraId="6552BBF7" w14:textId="7DAAC127" w:rsidR="00F071EF" w:rsidRDefault="00F071EF" w:rsidP="00EB46E5">
          <w:pPr>
            <w:pStyle w:val="Zpat0"/>
          </w:pPr>
          <w:r w:rsidRPr="006F3778">
            <w:t>„</w:t>
          </w:r>
          <w:r w:rsidR="006F3778" w:rsidRPr="006F3778">
            <w:t>Rekonstrukce PZS přejezdu P7566 v km 72,988 trati Olomouc – Krnov</w:t>
          </w:r>
          <w:r w:rsidRPr="006F3778">
            <w:t>“</w:t>
          </w:r>
        </w:p>
        <w:p w14:paraId="3201EED0" w14:textId="77777777" w:rsidR="00F071EF" w:rsidRDefault="00F071EF" w:rsidP="00EB46E5">
          <w:pPr>
            <w:pStyle w:val="Zpat0"/>
          </w:pPr>
          <w:r>
            <w:t>Díl 1 – VÝZVA K PODÁNÍ NABÍDKY</w:t>
          </w:r>
        </w:p>
        <w:p w14:paraId="0F33739D" w14:textId="77777777" w:rsidR="00F071EF" w:rsidRDefault="00F071EF" w:rsidP="0035531B">
          <w:pPr>
            <w:pStyle w:val="Zpat0"/>
          </w:pPr>
        </w:p>
      </w:tc>
    </w:tr>
  </w:tbl>
  <w:p w14:paraId="0F99771F" w14:textId="77777777" w:rsidR="00F071EF" w:rsidRPr="00B8518B" w:rsidRDefault="00F071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F071EF" w:rsidRPr="00B8518B" w:rsidRDefault="00F071EF" w:rsidP="00460660">
    <w:pPr>
      <w:pStyle w:val="Zpat"/>
      <w:rPr>
        <w:sz w:val="2"/>
        <w:szCs w:val="2"/>
      </w:rPr>
    </w:pPr>
  </w:p>
  <w:p w14:paraId="542534AD" w14:textId="77777777" w:rsidR="00F071EF" w:rsidRPr="00460660" w:rsidRDefault="00F071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58411" w14:textId="77777777" w:rsidR="00995E17" w:rsidRDefault="00995E17" w:rsidP="00962258">
      <w:pPr>
        <w:spacing w:after="0" w:line="240" w:lineRule="auto"/>
      </w:pPr>
      <w:r>
        <w:separator/>
      </w:r>
    </w:p>
  </w:footnote>
  <w:footnote w:type="continuationSeparator" w:id="0">
    <w:p w14:paraId="501EDBD5" w14:textId="77777777" w:rsidR="00995E17" w:rsidRDefault="00995E17" w:rsidP="00962258">
      <w:pPr>
        <w:spacing w:after="0" w:line="240" w:lineRule="auto"/>
      </w:pPr>
      <w:r>
        <w:continuationSeparator/>
      </w:r>
    </w:p>
  </w:footnote>
  <w:footnote w:id="1">
    <w:p w14:paraId="1EBCE932" w14:textId="43111077" w:rsidR="00F071EF" w:rsidRDefault="00F071EF"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071EF" w:rsidRDefault="00F071E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071EF" w:rsidRDefault="00F071E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071EF" w:rsidRDefault="00F071E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071EF" w:rsidRDefault="00F071E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71EF" w14:paraId="79A2CDDF" w14:textId="77777777" w:rsidTr="00C02D0A">
      <w:trPr>
        <w:trHeight w:hRule="exact" w:val="454"/>
      </w:trPr>
      <w:tc>
        <w:tcPr>
          <w:tcW w:w="1361" w:type="dxa"/>
          <w:tcMar>
            <w:top w:w="57" w:type="dxa"/>
            <w:left w:w="0" w:type="dxa"/>
            <w:right w:w="0" w:type="dxa"/>
          </w:tcMar>
        </w:tcPr>
        <w:p w14:paraId="6F56E93F" w14:textId="77777777" w:rsidR="00F071EF" w:rsidRPr="00B8518B" w:rsidRDefault="00F071EF" w:rsidP="00523EA7">
          <w:pPr>
            <w:pStyle w:val="Zpat"/>
            <w:rPr>
              <w:rStyle w:val="slostrnky"/>
            </w:rPr>
          </w:pPr>
        </w:p>
      </w:tc>
      <w:tc>
        <w:tcPr>
          <w:tcW w:w="3458" w:type="dxa"/>
          <w:shd w:val="clear" w:color="auto" w:fill="auto"/>
          <w:tcMar>
            <w:top w:w="57" w:type="dxa"/>
            <w:left w:w="0" w:type="dxa"/>
            <w:right w:w="0" w:type="dxa"/>
          </w:tcMar>
        </w:tcPr>
        <w:p w14:paraId="743F0C7F" w14:textId="77777777" w:rsidR="00F071EF" w:rsidRDefault="00F071EF" w:rsidP="00523EA7">
          <w:pPr>
            <w:pStyle w:val="Zpat"/>
          </w:pPr>
        </w:p>
      </w:tc>
      <w:tc>
        <w:tcPr>
          <w:tcW w:w="5698" w:type="dxa"/>
          <w:shd w:val="clear" w:color="auto" w:fill="auto"/>
          <w:tcMar>
            <w:top w:w="57" w:type="dxa"/>
            <w:left w:w="0" w:type="dxa"/>
            <w:right w:w="0" w:type="dxa"/>
          </w:tcMar>
        </w:tcPr>
        <w:p w14:paraId="31CF52A8" w14:textId="77777777" w:rsidR="00F071EF" w:rsidRPr="00D6163D" w:rsidRDefault="00F071EF" w:rsidP="00D6163D">
          <w:pPr>
            <w:pStyle w:val="Druhdokumentu"/>
          </w:pPr>
        </w:p>
      </w:tc>
    </w:tr>
  </w:tbl>
  <w:p w14:paraId="75C0D1DB" w14:textId="77777777" w:rsidR="00F071EF" w:rsidRPr="00D6163D" w:rsidRDefault="00F071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71EF" w14:paraId="305FD5DB" w14:textId="77777777" w:rsidTr="00B22106">
      <w:trPr>
        <w:trHeight w:hRule="exact" w:val="936"/>
      </w:trPr>
      <w:tc>
        <w:tcPr>
          <w:tcW w:w="1361" w:type="dxa"/>
          <w:tcMar>
            <w:left w:w="0" w:type="dxa"/>
            <w:right w:w="0" w:type="dxa"/>
          </w:tcMar>
        </w:tcPr>
        <w:p w14:paraId="570B0069"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5C1BA917" w14:textId="77777777" w:rsidR="00F071EF" w:rsidRDefault="00F071EF" w:rsidP="00FC6389">
          <w:pPr>
            <w:pStyle w:val="Zpat"/>
          </w:pPr>
        </w:p>
      </w:tc>
      <w:tc>
        <w:tcPr>
          <w:tcW w:w="5756" w:type="dxa"/>
          <w:shd w:val="clear" w:color="auto" w:fill="auto"/>
          <w:tcMar>
            <w:left w:w="0" w:type="dxa"/>
            <w:right w:w="0" w:type="dxa"/>
          </w:tcMar>
        </w:tcPr>
        <w:p w14:paraId="2C32B53E" w14:textId="77777777" w:rsidR="00F071EF" w:rsidRPr="00D6163D" w:rsidRDefault="00F071EF" w:rsidP="00FC6389">
          <w:pPr>
            <w:pStyle w:val="Druhdokumentu"/>
          </w:pPr>
        </w:p>
      </w:tc>
    </w:tr>
    <w:tr w:rsidR="00F071EF" w14:paraId="69F8D53D" w14:textId="77777777" w:rsidTr="00B22106">
      <w:trPr>
        <w:trHeight w:hRule="exact" w:val="936"/>
      </w:trPr>
      <w:tc>
        <w:tcPr>
          <w:tcW w:w="1361" w:type="dxa"/>
          <w:tcMar>
            <w:left w:w="0" w:type="dxa"/>
            <w:right w:w="0" w:type="dxa"/>
          </w:tcMar>
        </w:tcPr>
        <w:p w14:paraId="679BED3A"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63E8AC86" w14:textId="77777777" w:rsidR="00F071EF" w:rsidRDefault="00F071EF" w:rsidP="00FC6389">
          <w:pPr>
            <w:pStyle w:val="Zpat"/>
          </w:pPr>
        </w:p>
      </w:tc>
      <w:tc>
        <w:tcPr>
          <w:tcW w:w="5756" w:type="dxa"/>
          <w:shd w:val="clear" w:color="auto" w:fill="auto"/>
          <w:tcMar>
            <w:left w:w="0" w:type="dxa"/>
            <w:right w:w="0" w:type="dxa"/>
          </w:tcMar>
        </w:tcPr>
        <w:p w14:paraId="702F8471" w14:textId="77777777" w:rsidR="00F071EF" w:rsidRPr="00D6163D" w:rsidRDefault="00F071EF" w:rsidP="00FC6389">
          <w:pPr>
            <w:pStyle w:val="Druhdokumentu"/>
          </w:pPr>
        </w:p>
      </w:tc>
    </w:tr>
  </w:tbl>
  <w:p w14:paraId="0A197E79" w14:textId="77777777" w:rsidR="00F071EF" w:rsidRPr="00D6163D" w:rsidRDefault="00F071E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071EF" w:rsidRPr="00460660" w:rsidRDefault="00F071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40526325">
    <w:abstractNumId w:val="3"/>
  </w:num>
  <w:num w:numId="2" w16cid:durableId="669716106">
    <w:abstractNumId w:val="1"/>
  </w:num>
  <w:num w:numId="3" w16cid:durableId="1718892354">
    <w:abstractNumId w:val="10"/>
  </w:num>
  <w:num w:numId="4" w16cid:durableId="75323036">
    <w:abstractNumId w:val="2"/>
  </w:num>
  <w:num w:numId="5" w16cid:durableId="141701739">
    <w:abstractNumId w:val="0"/>
  </w:num>
  <w:num w:numId="6" w16cid:durableId="209877778">
    <w:abstractNumId w:val="5"/>
  </w:num>
  <w:num w:numId="7" w16cid:durableId="684286724">
    <w:abstractNumId w:val="7"/>
  </w:num>
  <w:num w:numId="8" w16cid:durableId="602689365">
    <w:abstractNumId w:val="6"/>
  </w:num>
  <w:num w:numId="9" w16cid:durableId="1752896379">
    <w:abstractNumId w:val="11"/>
  </w:num>
  <w:num w:numId="10" w16cid:durableId="1603294484">
    <w:abstractNumId w:val="9"/>
  </w:num>
  <w:num w:numId="11" w16cid:durableId="1808428713">
    <w:abstractNumId w:val="7"/>
  </w:num>
  <w:num w:numId="12" w16cid:durableId="1910186339">
    <w:abstractNumId w:val="7"/>
  </w:num>
  <w:num w:numId="13" w16cid:durableId="8196877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91651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56795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12633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2663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822797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4768733">
    <w:abstractNumId w:val="8"/>
  </w:num>
  <w:num w:numId="20" w16cid:durableId="1260523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40429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1454149">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B6D41"/>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54CB"/>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1457"/>
    <w:rsid w:val="001F39FF"/>
    <w:rsid w:val="0020109B"/>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63D9"/>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C7BFE"/>
    <w:rsid w:val="005D0321"/>
    <w:rsid w:val="005D3590"/>
    <w:rsid w:val="005D3C39"/>
    <w:rsid w:val="005D4921"/>
    <w:rsid w:val="005D7121"/>
    <w:rsid w:val="005E33AB"/>
    <w:rsid w:val="005E62AD"/>
    <w:rsid w:val="005F3817"/>
    <w:rsid w:val="005F5485"/>
    <w:rsid w:val="005F7739"/>
    <w:rsid w:val="005F7EED"/>
    <w:rsid w:val="0060115D"/>
    <w:rsid w:val="00601A8C"/>
    <w:rsid w:val="006023D7"/>
    <w:rsid w:val="0061018A"/>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3778"/>
    <w:rsid w:val="006F67BA"/>
    <w:rsid w:val="006F6B09"/>
    <w:rsid w:val="007038DC"/>
    <w:rsid w:val="00703EFD"/>
    <w:rsid w:val="007063D3"/>
    <w:rsid w:val="00706F4C"/>
    <w:rsid w:val="00710723"/>
    <w:rsid w:val="007134F3"/>
    <w:rsid w:val="00714AE8"/>
    <w:rsid w:val="007200B1"/>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84A7F"/>
    <w:rsid w:val="00792824"/>
    <w:rsid w:val="00797E05"/>
    <w:rsid w:val="007A0923"/>
    <w:rsid w:val="007A210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800851"/>
    <w:rsid w:val="008008A3"/>
    <w:rsid w:val="0080282D"/>
    <w:rsid w:val="00802B1D"/>
    <w:rsid w:val="008032C7"/>
    <w:rsid w:val="00806B1C"/>
    <w:rsid w:val="00807DD0"/>
    <w:rsid w:val="00812B53"/>
    <w:rsid w:val="0082049A"/>
    <w:rsid w:val="00821D01"/>
    <w:rsid w:val="00822B8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57A73"/>
    <w:rsid w:val="008645EE"/>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5B22"/>
    <w:rsid w:val="008A5ED0"/>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52D9"/>
    <w:rsid w:val="0090635B"/>
    <w:rsid w:val="009164F3"/>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5E17"/>
    <w:rsid w:val="009967C7"/>
    <w:rsid w:val="00996CB8"/>
    <w:rsid w:val="0099756F"/>
    <w:rsid w:val="00997CCA"/>
    <w:rsid w:val="009A16F4"/>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0707"/>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3654"/>
    <w:rsid w:val="00B277ED"/>
    <w:rsid w:val="00B35448"/>
    <w:rsid w:val="00B36181"/>
    <w:rsid w:val="00B366A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528"/>
    <w:rsid w:val="00C01E17"/>
    <w:rsid w:val="00C02D0A"/>
    <w:rsid w:val="00C03A6E"/>
    <w:rsid w:val="00C07CB0"/>
    <w:rsid w:val="00C1197B"/>
    <w:rsid w:val="00C12FC0"/>
    <w:rsid w:val="00C13DAE"/>
    <w:rsid w:val="00C154A5"/>
    <w:rsid w:val="00C17D66"/>
    <w:rsid w:val="00C211AF"/>
    <w:rsid w:val="00C21EE4"/>
    <w:rsid w:val="00C21FDC"/>
    <w:rsid w:val="00C226C0"/>
    <w:rsid w:val="00C23EB8"/>
    <w:rsid w:val="00C23F40"/>
    <w:rsid w:val="00C27776"/>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49B"/>
    <w:rsid w:val="00C776E5"/>
    <w:rsid w:val="00C778A5"/>
    <w:rsid w:val="00C90570"/>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3817"/>
    <w:rsid w:val="00D84986"/>
    <w:rsid w:val="00D91145"/>
    <w:rsid w:val="00D91EA6"/>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48C0"/>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5A88"/>
    <w:rsid w:val="00EC6DD1"/>
    <w:rsid w:val="00ED0703"/>
    <w:rsid w:val="00ED1129"/>
    <w:rsid w:val="00ED14BD"/>
    <w:rsid w:val="00ED6360"/>
    <w:rsid w:val="00EE1399"/>
    <w:rsid w:val="00EE2244"/>
    <w:rsid w:val="00EE3C5F"/>
    <w:rsid w:val="00EE4F05"/>
    <w:rsid w:val="00EE50B6"/>
    <w:rsid w:val="00EE7882"/>
    <w:rsid w:val="00EE7915"/>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styleId="Nevyeenzmnka">
    <w:name w:val="Unresolved Mention"/>
    <w:basedOn w:val="Standardnpsmoodstavce"/>
    <w:uiPriority w:val="99"/>
    <w:semiHidden/>
    <w:unhideWhenUsed/>
    <w:rsid w:val="006F37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6A3BE89-96CA-4BA6-A9ED-573A6F9FE1F5}">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42</Pages>
  <Words>18235</Words>
  <Characters>107592</Characters>
  <Application>Microsoft Office Word</Application>
  <DocSecurity>0</DocSecurity>
  <Lines>896</Lines>
  <Paragraphs>251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2023-11-10T12:10:00Z</cp:lastPrinted>
  <dcterms:created xsi:type="dcterms:W3CDTF">2023-11-08T11:29:00Z</dcterms:created>
  <dcterms:modified xsi:type="dcterms:W3CDTF">2023-11-10T12:10:00Z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